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A6" w:rsidRPr="00883B0E" w:rsidRDefault="00115FA6" w:rsidP="002D5366">
      <w:pPr>
        <w:spacing w:line="240" w:lineRule="auto"/>
        <w:rPr>
          <w:rFonts w:cs="Calibri"/>
          <w:b/>
          <w:bCs/>
        </w:rPr>
      </w:pPr>
    </w:p>
    <w:p w:rsidR="00115FA6" w:rsidRPr="00883B0E" w:rsidRDefault="00115FA6" w:rsidP="002C6553">
      <w:pPr>
        <w:spacing w:line="240" w:lineRule="auto"/>
        <w:jc w:val="right"/>
        <w:rPr>
          <w:rFonts w:cs="Calibri"/>
          <w:b/>
          <w:bCs/>
          <w:sz w:val="26"/>
          <w:szCs w:val="26"/>
        </w:rPr>
      </w:pPr>
      <w:r w:rsidRPr="00883B0E">
        <w:rPr>
          <w:rFonts w:cs="Calibri"/>
          <w:iCs/>
        </w:rPr>
        <w:t xml:space="preserve">Zał. nr 1 do umowy </w:t>
      </w:r>
      <w:r>
        <w:rPr>
          <w:rFonts w:cs="Calibri"/>
          <w:iCs/>
        </w:rPr>
        <w:t>……………/</w:t>
      </w:r>
      <w:r w:rsidRPr="00883B0E">
        <w:rPr>
          <w:rFonts w:cs="Calibri"/>
          <w:iCs/>
        </w:rPr>
        <w:t>TI/20</w:t>
      </w:r>
      <w:r>
        <w:rPr>
          <w:rFonts w:cs="Calibri"/>
          <w:iCs/>
        </w:rPr>
        <w:t>26</w:t>
      </w:r>
    </w:p>
    <w:p w:rsidR="00115FA6" w:rsidRDefault="00115FA6" w:rsidP="00684AEF">
      <w:pPr>
        <w:rPr>
          <w:rFonts w:cs="Calibri"/>
        </w:rPr>
      </w:pPr>
    </w:p>
    <w:p w:rsidR="00115FA6" w:rsidRPr="00883B0E" w:rsidRDefault="00115FA6" w:rsidP="002D5366">
      <w:pPr>
        <w:spacing w:line="240" w:lineRule="auto"/>
        <w:rPr>
          <w:rFonts w:cs="Calibri"/>
          <w:b/>
          <w:bCs/>
        </w:rPr>
      </w:pPr>
    </w:p>
    <w:p w:rsidR="00115FA6" w:rsidRPr="006C1AE0" w:rsidRDefault="00115FA6" w:rsidP="002D5366">
      <w:pPr>
        <w:spacing w:line="240" w:lineRule="auto"/>
        <w:jc w:val="center"/>
        <w:rPr>
          <w:rFonts w:cs="Calibri"/>
          <w:b/>
          <w:bCs/>
          <w:sz w:val="24"/>
        </w:rPr>
      </w:pPr>
      <w:r w:rsidRPr="006C1AE0">
        <w:rPr>
          <w:rFonts w:cs="Calibri"/>
          <w:b/>
          <w:bCs/>
          <w:sz w:val="24"/>
        </w:rPr>
        <w:t>PROGRAM FUNKCJONALNO-</w:t>
      </w:r>
      <w:r w:rsidRPr="006C1AE0">
        <w:rPr>
          <w:rFonts w:cs="Calibri"/>
          <w:b/>
          <w:sz w:val="24"/>
        </w:rPr>
        <w:t>U</w:t>
      </w:r>
      <w:r w:rsidRPr="006C1AE0">
        <w:rPr>
          <w:rFonts w:cs="Calibri"/>
          <w:b/>
          <w:bCs/>
          <w:sz w:val="24"/>
        </w:rPr>
        <w:t>ŻYTKOWY</w:t>
      </w:r>
    </w:p>
    <w:p w:rsidR="00115FA6" w:rsidRPr="00883B0E" w:rsidRDefault="00115FA6" w:rsidP="002D5366">
      <w:pPr>
        <w:spacing w:line="240" w:lineRule="auto"/>
        <w:rPr>
          <w:rFonts w:cs="Calibri"/>
          <w:i/>
          <w:iCs/>
        </w:rPr>
      </w:pPr>
    </w:p>
    <w:p w:rsidR="00115FA6" w:rsidRPr="00883B0E" w:rsidRDefault="00115FA6" w:rsidP="002D5366">
      <w:pPr>
        <w:spacing w:line="240" w:lineRule="auto"/>
        <w:rPr>
          <w:rFonts w:cs="Calibri"/>
          <w:i/>
          <w:iCs/>
        </w:rPr>
      </w:pPr>
    </w:p>
    <w:p w:rsidR="00115FA6" w:rsidRPr="00883B0E" w:rsidRDefault="00115FA6" w:rsidP="00883B0E">
      <w:pPr>
        <w:spacing w:line="240" w:lineRule="auto"/>
        <w:ind w:left="2124" w:hanging="2124"/>
        <w:rPr>
          <w:rFonts w:cs="Calibri"/>
          <w:i/>
          <w:iCs/>
        </w:rPr>
      </w:pPr>
      <w:r w:rsidRPr="006C1AE0">
        <w:rPr>
          <w:rFonts w:cs="Calibri"/>
          <w:i/>
          <w:iCs/>
        </w:rPr>
        <w:t>Nazwa zamówieni</w:t>
      </w:r>
      <w:r w:rsidRPr="006C1AE0">
        <w:rPr>
          <w:rFonts w:cs="Calibri"/>
          <w:i/>
        </w:rPr>
        <w:t>a:</w:t>
      </w:r>
      <w:r w:rsidRPr="006C1AE0">
        <w:rPr>
          <w:rFonts w:cs="Calibri"/>
          <w:b/>
        </w:rPr>
        <w:tab/>
      </w:r>
      <w:r>
        <w:rPr>
          <w:rFonts w:cs="Calibri"/>
        </w:rPr>
        <w:t xml:space="preserve">Budowa </w:t>
      </w:r>
      <w:r w:rsidRPr="00883B0E">
        <w:rPr>
          <w:rFonts w:cs="Calibri"/>
        </w:rPr>
        <w:t xml:space="preserve">systemu </w:t>
      </w:r>
      <w:r>
        <w:rPr>
          <w:rFonts w:cs="Calibri"/>
        </w:rPr>
        <w:t>monitoringu CCTV w Posterunku Policji w Łagiewnikach</w:t>
      </w:r>
    </w:p>
    <w:p w:rsidR="00115FA6" w:rsidRPr="00883B0E" w:rsidRDefault="00115FA6" w:rsidP="002D5366">
      <w:pPr>
        <w:spacing w:line="240" w:lineRule="auto"/>
        <w:rPr>
          <w:rFonts w:cs="Calibri"/>
          <w:i/>
          <w:iCs/>
        </w:rPr>
      </w:pPr>
    </w:p>
    <w:p w:rsidR="00115FA6" w:rsidRDefault="00115FA6" w:rsidP="002D5366">
      <w:pPr>
        <w:spacing w:line="240" w:lineRule="auto"/>
        <w:rPr>
          <w:rFonts w:cs="Calibri"/>
        </w:rPr>
      </w:pPr>
      <w:r w:rsidRPr="00883B0E">
        <w:rPr>
          <w:rFonts w:cs="Calibri"/>
          <w:i/>
          <w:iCs/>
        </w:rPr>
        <w:t>Adre</w:t>
      </w:r>
      <w:r w:rsidRPr="00883B0E">
        <w:rPr>
          <w:rFonts w:cs="Calibri"/>
        </w:rPr>
        <w:t>s:</w:t>
      </w:r>
      <w:r w:rsidRPr="00883B0E">
        <w:rPr>
          <w:rFonts w:cs="Calibri"/>
        </w:rPr>
        <w:tab/>
      </w:r>
      <w:r w:rsidRPr="00883B0E">
        <w:rPr>
          <w:rFonts w:cs="Calibri"/>
        </w:rPr>
        <w:tab/>
      </w:r>
      <w:r w:rsidRPr="00883B0E">
        <w:rPr>
          <w:rFonts w:cs="Calibri"/>
        </w:rPr>
        <w:tab/>
      </w:r>
      <w:r>
        <w:rPr>
          <w:rFonts w:cs="Calibri"/>
        </w:rPr>
        <w:t>58-210 Łagiewniki, ul. Sportowa 9</w:t>
      </w:r>
    </w:p>
    <w:p w:rsidR="00115FA6" w:rsidRPr="00883B0E" w:rsidRDefault="00115FA6" w:rsidP="002D5366">
      <w:pPr>
        <w:spacing w:line="240" w:lineRule="auto"/>
        <w:rPr>
          <w:rFonts w:cs="Calibri"/>
          <w:i/>
          <w:iCs/>
        </w:rPr>
      </w:pPr>
    </w:p>
    <w:p w:rsidR="00115FA6" w:rsidRPr="00883B0E" w:rsidRDefault="00115FA6" w:rsidP="002D5366">
      <w:pPr>
        <w:spacing w:line="240" w:lineRule="auto"/>
        <w:rPr>
          <w:rFonts w:cs="Calibri"/>
        </w:rPr>
      </w:pPr>
      <w:r w:rsidRPr="00883B0E">
        <w:rPr>
          <w:rFonts w:cs="Calibri"/>
          <w:i/>
          <w:iCs/>
        </w:rPr>
        <w:t>Nazwa zamówienia</w:t>
      </w:r>
      <w:r>
        <w:rPr>
          <w:rFonts w:cs="Calibri"/>
          <w:i/>
          <w:iCs/>
        </w:rPr>
        <w:t xml:space="preserve"> </w:t>
      </w:r>
      <w:r w:rsidRPr="002F78BC">
        <w:rPr>
          <w:rFonts w:cs="Calibri"/>
          <w:i/>
        </w:rPr>
        <w:t>według CPV:</w:t>
      </w:r>
      <w:r>
        <w:rPr>
          <w:rFonts w:cs="Calibri"/>
        </w:rPr>
        <w:t xml:space="preserve"> </w:t>
      </w:r>
      <w:r w:rsidRPr="00883B0E">
        <w:rPr>
          <w:rFonts w:cs="Calibri"/>
          <w:bCs/>
        </w:rPr>
        <w:t>Systemy i urządzenia nadzoru i bezpieczeństwa</w:t>
      </w:r>
      <w:r w:rsidRPr="00883B0E">
        <w:rPr>
          <w:rFonts w:cs="Calibri"/>
        </w:rPr>
        <w:t xml:space="preserve"> – projekt, montaż, modernizacja</w:t>
      </w:r>
    </w:p>
    <w:p w:rsidR="00115FA6" w:rsidRPr="00883B0E" w:rsidRDefault="00115FA6" w:rsidP="002D5366">
      <w:pPr>
        <w:spacing w:line="240" w:lineRule="auto"/>
        <w:rPr>
          <w:rFonts w:cs="Calibri"/>
        </w:rPr>
      </w:pPr>
    </w:p>
    <w:p w:rsidR="00115FA6" w:rsidRPr="00883B0E" w:rsidRDefault="00115FA6" w:rsidP="002D5366">
      <w:pPr>
        <w:spacing w:line="240" w:lineRule="auto"/>
        <w:rPr>
          <w:rFonts w:cs="Calibri"/>
        </w:rPr>
      </w:pPr>
    </w:p>
    <w:p w:rsidR="00115FA6" w:rsidRPr="00650A1D" w:rsidRDefault="00115FA6" w:rsidP="002D5366">
      <w:pPr>
        <w:spacing w:line="240" w:lineRule="auto"/>
        <w:rPr>
          <w:rFonts w:cs="Calibri"/>
          <w:i/>
        </w:rPr>
      </w:pPr>
      <w:r w:rsidRPr="00650A1D">
        <w:rPr>
          <w:rFonts w:cs="Calibri"/>
          <w:i/>
        </w:rPr>
        <w:t>Kod zamówienia według CPV:</w:t>
      </w:r>
    </w:p>
    <w:p w:rsidR="00115FA6" w:rsidRPr="00883B0E" w:rsidRDefault="00115FA6" w:rsidP="002D5366">
      <w:pPr>
        <w:spacing w:line="240" w:lineRule="auto"/>
        <w:rPr>
          <w:rFonts w:cs="Calibri"/>
        </w:rPr>
      </w:pPr>
    </w:p>
    <w:p w:rsidR="00115FA6" w:rsidRPr="00883B0E" w:rsidRDefault="00115FA6" w:rsidP="002D5366">
      <w:pPr>
        <w:spacing w:line="240" w:lineRule="auto"/>
        <w:rPr>
          <w:rFonts w:cs="Calibri"/>
          <w:bCs/>
        </w:rPr>
      </w:pPr>
      <w:r w:rsidRPr="00650A1D">
        <w:rPr>
          <w:rFonts w:cs="Calibri"/>
          <w:bCs/>
          <w:i/>
        </w:rPr>
        <w:t>35120000</w:t>
      </w:r>
      <w:r w:rsidRPr="00883B0E">
        <w:rPr>
          <w:rFonts w:cs="Calibri"/>
          <w:bCs/>
        </w:rPr>
        <w:t xml:space="preserve"> – 1  Systemy i urządzenia nadzoru i bezpieczeństwa</w:t>
      </w:r>
    </w:p>
    <w:p w:rsidR="00115FA6" w:rsidRPr="00883B0E" w:rsidRDefault="00115FA6" w:rsidP="002D5366">
      <w:pPr>
        <w:spacing w:line="240" w:lineRule="auto"/>
        <w:rPr>
          <w:rFonts w:cs="Calibri"/>
          <w:bCs/>
        </w:rPr>
      </w:pPr>
      <w:r w:rsidRPr="00650A1D">
        <w:rPr>
          <w:rFonts w:cs="Calibri"/>
          <w:bCs/>
          <w:i/>
        </w:rPr>
        <w:t>35125300</w:t>
      </w:r>
      <w:r w:rsidRPr="00883B0E">
        <w:rPr>
          <w:rFonts w:cs="Calibri"/>
          <w:bCs/>
        </w:rPr>
        <w:t xml:space="preserve"> – 2  Kamery</w:t>
      </w:r>
      <w:r>
        <w:rPr>
          <w:rFonts w:cs="Calibri"/>
          <w:bCs/>
        </w:rPr>
        <w:t xml:space="preserve"> </w:t>
      </w:r>
      <w:r w:rsidRPr="00883B0E">
        <w:rPr>
          <w:rFonts w:cs="Calibri"/>
          <w:bCs/>
        </w:rPr>
        <w:t>bezpieczeństwa</w:t>
      </w:r>
    </w:p>
    <w:p w:rsidR="00115FA6" w:rsidRPr="00883B0E" w:rsidRDefault="00115FA6" w:rsidP="002D5366">
      <w:pPr>
        <w:spacing w:line="240" w:lineRule="auto"/>
        <w:rPr>
          <w:rFonts w:cs="Calibri"/>
          <w:bCs/>
        </w:rPr>
      </w:pPr>
      <w:r w:rsidRPr="00650A1D">
        <w:rPr>
          <w:rFonts w:cs="Calibri"/>
          <w:bCs/>
          <w:i/>
        </w:rPr>
        <w:t>45300000</w:t>
      </w:r>
      <w:r w:rsidRPr="00883B0E">
        <w:rPr>
          <w:rFonts w:cs="Calibri"/>
          <w:bCs/>
        </w:rPr>
        <w:t xml:space="preserve"> – 1  </w:t>
      </w:r>
      <w:r w:rsidRPr="00883B0E">
        <w:rPr>
          <w:rFonts w:cs="Calibri"/>
        </w:rPr>
        <w:t>Roboty  instalacyjne w budynkach</w:t>
      </w:r>
    </w:p>
    <w:p w:rsidR="00115FA6" w:rsidRPr="00883B0E" w:rsidRDefault="00115FA6" w:rsidP="002D5366">
      <w:pPr>
        <w:spacing w:line="240" w:lineRule="auto"/>
        <w:rPr>
          <w:rFonts w:cs="Calibri"/>
          <w:bCs/>
        </w:rPr>
      </w:pPr>
      <w:r w:rsidRPr="00650A1D">
        <w:rPr>
          <w:rFonts w:cs="Calibri"/>
          <w:bCs/>
          <w:i/>
        </w:rPr>
        <w:t>45311200</w:t>
      </w:r>
      <w:r w:rsidRPr="00883B0E">
        <w:rPr>
          <w:rFonts w:cs="Calibri"/>
          <w:bCs/>
        </w:rPr>
        <w:t xml:space="preserve"> – 2</w:t>
      </w:r>
      <w:r>
        <w:rPr>
          <w:rFonts w:cs="Calibri"/>
          <w:bCs/>
        </w:rPr>
        <w:t xml:space="preserve">  </w:t>
      </w:r>
      <w:r w:rsidRPr="00883B0E">
        <w:rPr>
          <w:rFonts w:cs="Calibri"/>
          <w:bCs/>
        </w:rPr>
        <w:t>Roboty w zakresie instalacji elektrycznych</w:t>
      </w:r>
    </w:p>
    <w:p w:rsidR="00115FA6" w:rsidRPr="00883B0E" w:rsidRDefault="00115FA6" w:rsidP="002D5366">
      <w:pPr>
        <w:spacing w:line="240" w:lineRule="auto"/>
        <w:rPr>
          <w:rFonts w:cs="Calibri"/>
        </w:rPr>
      </w:pPr>
      <w:r w:rsidRPr="00650A1D">
        <w:rPr>
          <w:rFonts w:cs="Calibri"/>
          <w:bCs/>
          <w:i/>
        </w:rPr>
        <w:t>45314000</w:t>
      </w:r>
      <w:r w:rsidRPr="00883B0E">
        <w:rPr>
          <w:rFonts w:cs="Calibri"/>
          <w:bCs/>
        </w:rPr>
        <w:t xml:space="preserve"> – 1  Instalowanie urządzeń telekomunikacyjnych</w:t>
      </w:r>
    </w:p>
    <w:p w:rsidR="00115FA6" w:rsidRPr="00883B0E" w:rsidRDefault="00115FA6" w:rsidP="002D5366">
      <w:pPr>
        <w:spacing w:line="240" w:lineRule="auto"/>
        <w:rPr>
          <w:rFonts w:cs="Calibri"/>
        </w:rPr>
      </w:pPr>
    </w:p>
    <w:p w:rsidR="00115FA6" w:rsidRPr="00883B0E" w:rsidRDefault="00115FA6" w:rsidP="002D5366">
      <w:pPr>
        <w:spacing w:line="240" w:lineRule="auto"/>
        <w:rPr>
          <w:rFonts w:cs="Calibri"/>
        </w:rPr>
      </w:pPr>
    </w:p>
    <w:p w:rsidR="00115FA6" w:rsidRPr="00883B0E" w:rsidRDefault="00115FA6" w:rsidP="002D5366">
      <w:pPr>
        <w:spacing w:line="240" w:lineRule="auto"/>
        <w:rPr>
          <w:rFonts w:cs="Calibri"/>
        </w:rPr>
      </w:pPr>
      <w:r w:rsidRPr="00650A1D">
        <w:rPr>
          <w:rFonts w:cs="Calibri"/>
          <w:i/>
        </w:rPr>
        <w:t>Zawartość opracowania</w:t>
      </w:r>
      <w:r w:rsidRPr="00883B0E">
        <w:rPr>
          <w:rFonts w:cs="Calibri"/>
        </w:rPr>
        <w:t xml:space="preserve">: </w:t>
      </w:r>
      <w:r w:rsidRPr="00883B0E">
        <w:rPr>
          <w:rFonts w:cs="Calibri"/>
        </w:rPr>
        <w:tab/>
        <w:t>1. Część opisowa</w:t>
      </w:r>
    </w:p>
    <w:p w:rsidR="00115FA6" w:rsidRPr="00883B0E" w:rsidRDefault="00115FA6" w:rsidP="002D5366">
      <w:pPr>
        <w:spacing w:line="240" w:lineRule="auto"/>
        <w:ind w:left="2124" w:firstLine="708"/>
        <w:rPr>
          <w:rFonts w:cs="Calibri"/>
        </w:rPr>
      </w:pPr>
      <w:r w:rsidRPr="00883B0E">
        <w:rPr>
          <w:rFonts w:cs="Calibri"/>
        </w:rPr>
        <w:t>2. Część informacyjna</w:t>
      </w:r>
    </w:p>
    <w:p w:rsidR="00115FA6" w:rsidRPr="00883B0E" w:rsidRDefault="00115FA6" w:rsidP="002D5366">
      <w:pPr>
        <w:spacing w:line="240" w:lineRule="auto"/>
        <w:rPr>
          <w:rFonts w:cs="Calibri"/>
        </w:rPr>
      </w:pPr>
    </w:p>
    <w:p w:rsidR="00115FA6" w:rsidRPr="00883B0E" w:rsidRDefault="00115FA6" w:rsidP="00883B0E">
      <w:pPr>
        <w:ind w:left="2124" w:hanging="2124"/>
        <w:rPr>
          <w:rFonts w:cs="Calibri"/>
        </w:rPr>
      </w:pPr>
      <w:r w:rsidRPr="00650A1D">
        <w:rPr>
          <w:rFonts w:cs="Calibri"/>
          <w:i/>
        </w:rPr>
        <w:t>Autor</w:t>
      </w:r>
      <w:r>
        <w:rPr>
          <w:rFonts w:cs="Calibri"/>
          <w:i/>
        </w:rPr>
        <w:t xml:space="preserve"> </w:t>
      </w:r>
      <w:r w:rsidRPr="00650A1D">
        <w:rPr>
          <w:rFonts w:cs="Calibri"/>
          <w:i/>
        </w:rPr>
        <w:t>opracowania</w:t>
      </w:r>
      <w:r w:rsidRPr="00883B0E">
        <w:rPr>
          <w:rFonts w:cs="Calibri"/>
        </w:rPr>
        <w:t>:</w:t>
      </w:r>
      <w:r w:rsidRPr="00883B0E">
        <w:rPr>
          <w:rFonts w:cs="Calibri"/>
        </w:rPr>
        <w:tab/>
      </w:r>
      <w:r>
        <w:rPr>
          <w:rFonts w:cs="Calibri"/>
        </w:rPr>
        <w:t xml:space="preserve">asp. sztab. Marcin Arciszewski </w:t>
      </w:r>
      <w:r w:rsidRPr="00883B0E">
        <w:rPr>
          <w:rFonts w:cs="Calibri"/>
        </w:rPr>
        <w:t xml:space="preserve">– </w:t>
      </w:r>
      <w:r>
        <w:rPr>
          <w:rFonts w:cs="Calibri"/>
        </w:rPr>
        <w:t>specjalista</w:t>
      </w:r>
      <w:r w:rsidRPr="00883B0E">
        <w:rPr>
          <w:rFonts w:cs="Calibri"/>
        </w:rPr>
        <w:t xml:space="preserve"> Wydziału Teleinformatyki KWP we</w:t>
      </w:r>
      <w:r>
        <w:rPr>
          <w:rFonts w:cs="Calibri"/>
        </w:rPr>
        <w:t xml:space="preserve"> </w:t>
      </w:r>
      <w:r w:rsidRPr="00883B0E">
        <w:rPr>
          <w:rFonts w:cs="Calibri"/>
        </w:rPr>
        <w:t>Wrocławiu</w:t>
      </w:r>
    </w:p>
    <w:p w:rsidR="00115FA6" w:rsidRPr="00883B0E" w:rsidRDefault="00115FA6" w:rsidP="002D5366">
      <w:pPr>
        <w:rPr>
          <w:rFonts w:cs="Calibri"/>
        </w:rPr>
      </w:pPr>
    </w:p>
    <w:p w:rsidR="00115FA6" w:rsidRPr="00883B0E" w:rsidRDefault="00115FA6" w:rsidP="002D5366">
      <w:pPr>
        <w:rPr>
          <w:rFonts w:cs="Calibri"/>
        </w:rPr>
        <w:sectPr w:rsidR="00115FA6" w:rsidRPr="00883B0E" w:rsidSect="00CE7DEA">
          <w:headerReference w:type="default" r:id="rId7"/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15FA6" w:rsidRPr="00883B0E" w:rsidRDefault="00115FA6" w:rsidP="002D5890">
      <w:pPr>
        <w:pStyle w:val="Heading1"/>
        <w:numPr>
          <w:ilvl w:val="0"/>
          <w:numId w:val="0"/>
        </w:numPr>
        <w:ind w:left="432" w:hanging="432"/>
      </w:pPr>
      <w:bookmarkStart w:id="0" w:name="_Toc62737320"/>
      <w:r w:rsidRPr="00757CBA">
        <w:t>Spis</w:t>
      </w:r>
      <w:r w:rsidRPr="00883B0E">
        <w:t xml:space="preserve"> treści</w:t>
      </w:r>
      <w:bookmarkEnd w:id="0"/>
    </w:p>
    <w:p w:rsidR="00115FA6" w:rsidRDefault="00115FA6">
      <w:pPr>
        <w:pStyle w:val="TOC1"/>
        <w:rPr>
          <w:noProof/>
          <w:lang w:eastAsia="pl-PL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TOC \o "1-3" \u </w:instrText>
      </w:r>
      <w:r>
        <w:rPr>
          <w:rFonts w:cs="Calibri"/>
        </w:rPr>
        <w:fldChar w:fldCharType="separate"/>
      </w:r>
      <w:r>
        <w:rPr>
          <w:noProof/>
        </w:rPr>
        <w:t>Spis treści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_Toc62737320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115FA6" w:rsidRDefault="00115FA6">
      <w:pPr>
        <w:pStyle w:val="TOC1"/>
        <w:tabs>
          <w:tab w:val="left" w:pos="442"/>
        </w:tabs>
        <w:rPr>
          <w:noProof/>
          <w:lang w:eastAsia="pl-PL"/>
        </w:rPr>
      </w:pPr>
      <w:r>
        <w:rPr>
          <w:noProof/>
        </w:rPr>
        <w:t>1.</w:t>
      </w:r>
      <w:r>
        <w:rPr>
          <w:noProof/>
          <w:lang w:eastAsia="pl-PL"/>
        </w:rPr>
        <w:tab/>
      </w:r>
      <w:r>
        <w:rPr>
          <w:noProof/>
        </w:rPr>
        <w:t>Ogólny opis przedmiotu zamówienia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_Toc62737321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15FA6" w:rsidRDefault="00115FA6">
      <w:pPr>
        <w:pStyle w:val="TOC1"/>
        <w:tabs>
          <w:tab w:val="left" w:pos="442"/>
        </w:tabs>
        <w:rPr>
          <w:noProof/>
          <w:lang w:eastAsia="pl-PL"/>
        </w:rPr>
      </w:pPr>
      <w:r>
        <w:rPr>
          <w:noProof/>
        </w:rPr>
        <w:t>2.</w:t>
      </w:r>
      <w:r>
        <w:rPr>
          <w:noProof/>
          <w:lang w:eastAsia="pl-PL"/>
        </w:rPr>
        <w:tab/>
      </w:r>
      <w:r>
        <w:rPr>
          <w:noProof/>
        </w:rPr>
        <w:t>Opis wymagań zamawiającego w stosunku do przedmiotu zamówienia.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_Toc62737322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15FA6" w:rsidRDefault="00115FA6">
      <w:pPr>
        <w:pStyle w:val="TOC2"/>
        <w:rPr>
          <w:rFonts w:cs="Times New Roman"/>
          <w:lang w:eastAsia="pl-PL"/>
        </w:rPr>
      </w:pPr>
      <w:r>
        <w:t>2.1.</w:t>
      </w:r>
      <w:r>
        <w:rPr>
          <w:rFonts w:cs="Times New Roman"/>
          <w:lang w:eastAsia="pl-PL"/>
        </w:rPr>
        <w:tab/>
      </w:r>
      <w:r>
        <w:t>Wymagania zamawiającego w zakresie dokumentacji:</w:t>
      </w:r>
      <w:r>
        <w:tab/>
      </w:r>
      <w:r>
        <w:fldChar w:fldCharType="begin"/>
      </w:r>
      <w:r>
        <w:instrText xml:space="preserve"> PAGEREF _Toc62737323 \h </w:instrText>
      </w:r>
      <w:r>
        <w:fldChar w:fldCharType="separate"/>
      </w:r>
      <w:r>
        <w:t>4</w:t>
      </w:r>
      <w:r>
        <w:fldChar w:fldCharType="end"/>
      </w:r>
    </w:p>
    <w:p w:rsidR="00115FA6" w:rsidRDefault="00115FA6">
      <w:pPr>
        <w:pStyle w:val="TOC2"/>
        <w:rPr>
          <w:rFonts w:cs="Times New Roman"/>
          <w:lang w:eastAsia="pl-PL"/>
        </w:rPr>
      </w:pPr>
      <w:r>
        <w:t>2.2.</w:t>
      </w:r>
      <w:r>
        <w:rPr>
          <w:rFonts w:cs="Times New Roman"/>
          <w:lang w:eastAsia="pl-PL"/>
        </w:rPr>
        <w:tab/>
      </w:r>
      <w:r>
        <w:t>Ogólne wymagania i warunki wykonania i odbioru robót instalacyjnych oraz rozwiązań techniczno-materiałowych.</w:t>
      </w:r>
      <w:r>
        <w:tab/>
      </w:r>
      <w:r>
        <w:fldChar w:fldCharType="begin"/>
      </w:r>
      <w:r>
        <w:instrText xml:space="preserve"> PAGEREF _Toc62737324 \h </w:instrText>
      </w:r>
      <w:r>
        <w:fldChar w:fldCharType="separate"/>
      </w:r>
      <w:r>
        <w:t>4</w:t>
      </w:r>
      <w:r>
        <w:fldChar w:fldCharType="end"/>
      </w:r>
    </w:p>
    <w:p w:rsidR="00115FA6" w:rsidRDefault="00115FA6">
      <w:pPr>
        <w:pStyle w:val="TOC2"/>
        <w:rPr>
          <w:rFonts w:cs="Times New Roman"/>
          <w:lang w:eastAsia="pl-PL"/>
        </w:rPr>
      </w:pPr>
      <w:r>
        <w:t>2.3.</w:t>
      </w:r>
      <w:r>
        <w:rPr>
          <w:rFonts w:cs="Times New Roman"/>
          <w:lang w:eastAsia="pl-PL"/>
        </w:rPr>
        <w:tab/>
      </w:r>
      <w:r>
        <w:t>Budowa systemu monitoringu:</w:t>
      </w:r>
      <w:r>
        <w:tab/>
      </w:r>
      <w:r>
        <w:fldChar w:fldCharType="begin"/>
      </w:r>
      <w:r>
        <w:instrText xml:space="preserve"> PAGEREF _Toc62737325 \h </w:instrText>
      </w:r>
      <w:r>
        <w:fldChar w:fldCharType="separate"/>
      </w:r>
      <w:r>
        <w:t>6</w:t>
      </w:r>
      <w:r>
        <w:fldChar w:fldCharType="end"/>
      </w:r>
    </w:p>
    <w:p w:rsidR="00115FA6" w:rsidRDefault="00115FA6">
      <w:pPr>
        <w:pStyle w:val="TOC2"/>
        <w:rPr>
          <w:rFonts w:cs="Times New Roman"/>
          <w:lang w:eastAsia="pl-PL"/>
        </w:rPr>
      </w:pPr>
      <w:r>
        <w:t>2.4.</w:t>
      </w:r>
      <w:r>
        <w:rPr>
          <w:rFonts w:cs="Times New Roman"/>
          <w:lang w:eastAsia="pl-PL"/>
        </w:rPr>
        <w:tab/>
      </w:r>
      <w:r>
        <w:t>Lokalizacja kamer</w:t>
      </w:r>
      <w:r>
        <w:tab/>
      </w:r>
      <w:r>
        <w:fldChar w:fldCharType="begin"/>
      </w:r>
      <w:r>
        <w:instrText xml:space="preserve"> PAGEREF _Toc62737326 \h </w:instrText>
      </w:r>
      <w:r>
        <w:fldChar w:fldCharType="separate"/>
      </w:r>
      <w:r>
        <w:t>7</w:t>
      </w:r>
      <w:r>
        <w:fldChar w:fldCharType="end"/>
      </w:r>
    </w:p>
    <w:p w:rsidR="00115FA6" w:rsidRDefault="00115FA6">
      <w:pPr>
        <w:pStyle w:val="TOC2"/>
        <w:rPr>
          <w:rFonts w:cs="Times New Roman"/>
          <w:lang w:eastAsia="pl-PL"/>
        </w:rPr>
      </w:pPr>
      <w:r>
        <w:t>2.5.</w:t>
      </w:r>
      <w:r>
        <w:rPr>
          <w:rFonts w:cs="Times New Roman"/>
          <w:lang w:eastAsia="pl-PL"/>
        </w:rPr>
        <w:tab/>
      </w:r>
      <w:r>
        <w:t>Wymagania dotyczące rozwiązań techniczno – materiałowych</w:t>
      </w:r>
      <w:r>
        <w:tab/>
      </w:r>
      <w:r>
        <w:fldChar w:fldCharType="begin"/>
      </w:r>
      <w:r>
        <w:instrText xml:space="preserve"> PAGEREF _Toc62737327 \h </w:instrText>
      </w:r>
      <w:r>
        <w:fldChar w:fldCharType="separate"/>
      </w:r>
      <w:r>
        <w:t>7</w:t>
      </w:r>
      <w:r>
        <w:fldChar w:fldCharType="end"/>
      </w:r>
    </w:p>
    <w:p w:rsidR="00115FA6" w:rsidRDefault="00115FA6">
      <w:pPr>
        <w:pStyle w:val="TOC1"/>
        <w:tabs>
          <w:tab w:val="left" w:pos="442"/>
        </w:tabs>
        <w:rPr>
          <w:noProof/>
          <w:lang w:eastAsia="pl-PL"/>
        </w:rPr>
      </w:pPr>
      <w:r>
        <w:rPr>
          <w:noProof/>
        </w:rPr>
        <w:t>3.</w:t>
      </w:r>
      <w:r>
        <w:rPr>
          <w:noProof/>
          <w:lang w:eastAsia="pl-PL"/>
        </w:rPr>
        <w:tab/>
      </w:r>
      <w:r>
        <w:rPr>
          <w:noProof/>
        </w:rPr>
        <w:t>Część informacyjna.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_Toc62737328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115FA6" w:rsidRDefault="00115FA6" w:rsidP="007C4476">
      <w:pPr>
        <w:rPr>
          <w:rFonts w:cs="Calibri"/>
        </w:rPr>
      </w:pPr>
      <w:r>
        <w:rPr>
          <w:rFonts w:cs="Calibri"/>
        </w:rPr>
        <w:fldChar w:fldCharType="end"/>
      </w:r>
      <w:r>
        <w:rPr>
          <w:rFonts w:cs="Calibri"/>
        </w:rPr>
        <w:br w:type="page"/>
      </w:r>
    </w:p>
    <w:p w:rsidR="00115FA6" w:rsidRPr="00883B0E" w:rsidRDefault="00115FA6" w:rsidP="002D5890">
      <w:pPr>
        <w:pStyle w:val="Heading1"/>
      </w:pPr>
      <w:bookmarkStart w:id="1" w:name="_Toc510777245"/>
      <w:bookmarkStart w:id="2" w:name="_Toc510778797"/>
      <w:bookmarkStart w:id="3" w:name="_Toc62737321"/>
      <w:r w:rsidRPr="00883B0E">
        <w:t xml:space="preserve">Ogólny opis </w:t>
      </w:r>
      <w:r w:rsidRPr="002D5890">
        <w:t>przedmiotu</w:t>
      </w:r>
      <w:r w:rsidRPr="00883B0E">
        <w:t xml:space="preserve"> zamówienia</w:t>
      </w:r>
      <w:bookmarkEnd w:id="1"/>
      <w:bookmarkEnd w:id="2"/>
      <w:bookmarkEnd w:id="3"/>
    </w:p>
    <w:p w:rsidR="00115FA6" w:rsidRPr="00883B0E" w:rsidRDefault="00115FA6" w:rsidP="00BB1976">
      <w:pPr>
        <w:ind w:firstLine="360"/>
      </w:pPr>
      <w:bookmarkStart w:id="4" w:name="OLE_LINK5"/>
      <w:bookmarkStart w:id="5" w:name="OLE_LINK6"/>
      <w:r w:rsidRPr="00883B0E">
        <w:t xml:space="preserve">Przedmiotem zamówienia jest </w:t>
      </w:r>
      <w:r>
        <w:t xml:space="preserve">budowa systemu monitoringu </w:t>
      </w:r>
      <w:r w:rsidRPr="00883B0E">
        <w:t xml:space="preserve">w </w:t>
      </w:r>
      <w:r>
        <w:t>Posterunku Policji w Łagiewnikach woj. dolnośląskie.</w:t>
      </w:r>
    </w:p>
    <w:p w:rsidR="00115FA6" w:rsidRDefault="00115FA6" w:rsidP="00252C96">
      <w:r w:rsidRPr="00883B0E">
        <w:t xml:space="preserve">Zadanie obejmuje: </w:t>
      </w:r>
      <w:r>
        <w:t xml:space="preserve">zakup, następnie </w:t>
      </w:r>
      <w:r w:rsidRPr="00883B0E">
        <w:t>zainstalowanie kamer</w:t>
      </w:r>
      <w:r>
        <w:t xml:space="preserve"> IP </w:t>
      </w:r>
      <w:r w:rsidRPr="00883B0E">
        <w:t>zewnętrznych (</w:t>
      </w:r>
      <w:r>
        <w:t>2</w:t>
      </w:r>
      <w:r w:rsidRPr="00883B0E">
        <w:t xml:space="preserve"> szt.), </w:t>
      </w:r>
      <w:r>
        <w:t xml:space="preserve">wewnętrznych (2szt.), </w:t>
      </w:r>
      <w:r w:rsidRPr="00883B0E">
        <w:t>rejestratora CCTV (1 szt.)</w:t>
      </w:r>
      <w:r>
        <w:t>, switcha PoE</w:t>
      </w:r>
      <w:r w:rsidRPr="00883B0E">
        <w:t xml:space="preserve"> oraz monitora wraz z</w:t>
      </w:r>
      <w:r>
        <w:t xml:space="preserve"> uchwytem ściennym,</w:t>
      </w:r>
      <w:r w:rsidRPr="00883B0E">
        <w:t xml:space="preserve"> okablowaniem i konfiguracją. Instalację </w:t>
      </w:r>
      <w:r>
        <w:t xml:space="preserve">należy </w:t>
      </w:r>
      <w:r w:rsidRPr="00883B0E">
        <w:t xml:space="preserve">przeprowadzić w oparciu o dostarczone urządzenia Wykonawcy. Instalacja kamer, jak również wszystkich niezbędnych materiałów do realizacji całości zadania, wykonanie prac budowlanych i instalacyjnych oraz sporządzenie dokumentacji powykonawczej leży po stronie Wykonawcy. Instalację kablową należy prowadzić w nowych korytach kablowych. Rejestrator CCTV będzie umiejscowiony w </w:t>
      </w:r>
      <w:r>
        <w:t xml:space="preserve">monitorowanym budynku w </w:t>
      </w:r>
      <w:r w:rsidRPr="00883B0E">
        <w:t xml:space="preserve">pomieszczeniu wskazanym przez Zamawiającego.  </w:t>
      </w:r>
    </w:p>
    <w:p w:rsidR="00115FA6" w:rsidRPr="00883B0E" w:rsidRDefault="00115FA6" w:rsidP="00BB1976">
      <w:r w:rsidRPr="00883B0E">
        <w:t xml:space="preserve">Zamawiający – </w:t>
      </w:r>
      <w:r>
        <w:t>Wydział Teleinformatyki Komendy Wojewódzkiej Policji we Wrocławiu</w:t>
      </w:r>
      <w:r w:rsidRPr="00883B0E">
        <w:t>, w razie konieczności udzieli Wykonawcy pełnomocnictwa na uzyskanie niezbędnych uzgodnień i pozwoleń od właściwych organów/podmiotów w celu realizacji zadania.</w:t>
      </w:r>
    </w:p>
    <w:p w:rsidR="00115FA6" w:rsidRPr="00EA1531" w:rsidRDefault="00115FA6" w:rsidP="00BB1976">
      <w:pPr>
        <w:rPr>
          <w:b/>
        </w:rPr>
      </w:pPr>
      <w:bookmarkStart w:id="6" w:name="_Toc392499585"/>
      <w:r w:rsidRPr="00EA1531">
        <w:rPr>
          <w:b/>
        </w:rPr>
        <w:t>Przewidywany zakres dokumentacji:</w:t>
      </w:r>
      <w:bookmarkEnd w:id="6"/>
    </w:p>
    <w:p w:rsidR="00115FA6" w:rsidRPr="00883B0E" w:rsidRDefault="00115FA6" w:rsidP="007C4476">
      <w:pPr>
        <w:numPr>
          <w:ilvl w:val="0"/>
          <w:numId w:val="1"/>
        </w:numPr>
        <w:rPr>
          <w:rFonts w:cs="Calibri"/>
        </w:rPr>
      </w:pPr>
      <w:bookmarkStart w:id="7" w:name="_Toc510777247"/>
      <w:bookmarkStart w:id="8" w:name="_Toc510778799"/>
      <w:bookmarkEnd w:id="4"/>
      <w:bookmarkEnd w:id="5"/>
      <w:r w:rsidRPr="00883B0E">
        <w:rPr>
          <w:rFonts w:cs="Calibri"/>
        </w:rPr>
        <w:t>wymagane przepisami uzgodnienia i opinie (jeśli były konieczne),</w:t>
      </w:r>
    </w:p>
    <w:p w:rsidR="00115FA6" w:rsidRDefault="00115FA6" w:rsidP="007C4476">
      <w:pPr>
        <w:numPr>
          <w:ilvl w:val="0"/>
          <w:numId w:val="1"/>
        </w:numPr>
        <w:rPr>
          <w:rFonts w:cs="Calibri"/>
        </w:rPr>
      </w:pPr>
      <w:r w:rsidRPr="00883B0E">
        <w:rPr>
          <w:rFonts w:cs="Calibri"/>
        </w:rPr>
        <w:t>Po zakończeniu prac sporządzenie dokumentacji powykonawczej zawierającej co najmniej:</w:t>
      </w:r>
    </w:p>
    <w:p w:rsidR="00115FA6" w:rsidRDefault="00115FA6" w:rsidP="007C4476">
      <w:pPr>
        <w:numPr>
          <w:ilvl w:val="1"/>
          <w:numId w:val="1"/>
        </w:numPr>
        <w:rPr>
          <w:rFonts w:cs="Calibri"/>
        </w:rPr>
      </w:pPr>
      <w:r w:rsidRPr="007C4476">
        <w:rPr>
          <w:rFonts w:cs="Calibri"/>
        </w:rPr>
        <w:t xml:space="preserve">zakres użytego materiału, </w:t>
      </w:r>
    </w:p>
    <w:p w:rsidR="00115FA6" w:rsidRDefault="00115FA6" w:rsidP="007C4476">
      <w:pPr>
        <w:numPr>
          <w:ilvl w:val="1"/>
          <w:numId w:val="1"/>
        </w:numPr>
        <w:rPr>
          <w:rFonts w:cs="Calibri"/>
        </w:rPr>
      </w:pPr>
      <w:r w:rsidRPr="007C4476">
        <w:rPr>
          <w:rFonts w:cs="Calibri"/>
        </w:rPr>
        <w:t>opis systemu – zawierający co najmniej wykaz urządzeń wchodzących w skład systemu, użytych materiałów, topologię, schemat kreskowy z zaznaczonymi miejscami instalacji kamer i ich azymutem oraz pozostałych urządzeń - naniesiony na schemacie budynkowym,</w:t>
      </w:r>
    </w:p>
    <w:p w:rsidR="00115FA6" w:rsidRDefault="00115FA6" w:rsidP="007C4476">
      <w:pPr>
        <w:numPr>
          <w:ilvl w:val="1"/>
          <w:numId w:val="1"/>
        </w:numPr>
        <w:rPr>
          <w:rFonts w:cs="Calibri"/>
        </w:rPr>
      </w:pPr>
      <w:r w:rsidRPr="007C4476">
        <w:rPr>
          <w:rFonts w:cs="Calibri"/>
        </w:rPr>
        <w:t>specyfikacja techniczna zainstalowanego sprzętu i użytych materiałów (nie dotyczy infrastruktury i urządzeń zapewnionych przez Zamawiającego),</w:t>
      </w:r>
    </w:p>
    <w:p w:rsidR="00115FA6" w:rsidRPr="007C4476" w:rsidRDefault="00115FA6" w:rsidP="007C4476">
      <w:pPr>
        <w:numPr>
          <w:ilvl w:val="1"/>
          <w:numId w:val="1"/>
        </w:numPr>
        <w:rPr>
          <w:rFonts w:cs="Calibri"/>
        </w:rPr>
      </w:pPr>
      <w:r w:rsidRPr="007C4476">
        <w:rPr>
          <w:rFonts w:cs="Calibri"/>
        </w:rPr>
        <w:t>instrukcje obsługi i gwarancje urządzeń dostarczonych i zainstalowanych przez Wykonawcę.</w:t>
      </w:r>
    </w:p>
    <w:p w:rsidR="00115FA6" w:rsidRPr="00883B0E" w:rsidRDefault="00115FA6" w:rsidP="007C4476">
      <w:pPr>
        <w:ind w:firstLine="1980"/>
        <w:rPr>
          <w:rFonts w:cs="Calibri"/>
        </w:rPr>
        <w:sectPr w:rsidR="00115FA6" w:rsidRPr="00883B0E" w:rsidSect="00CE7DE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15FA6" w:rsidRPr="00883B0E" w:rsidRDefault="00115FA6" w:rsidP="002D5890">
      <w:pPr>
        <w:pStyle w:val="Heading1"/>
      </w:pPr>
      <w:bookmarkStart w:id="9" w:name="_Toc62737322"/>
      <w:r w:rsidRPr="00883B0E">
        <w:t>Opis wymagań zamawiającego w stosunku do przedmiotu zamówienia.</w:t>
      </w:r>
      <w:bookmarkEnd w:id="7"/>
      <w:bookmarkEnd w:id="8"/>
      <w:bookmarkEnd w:id="9"/>
    </w:p>
    <w:p w:rsidR="00115FA6" w:rsidRPr="00883B0E" w:rsidRDefault="00115FA6" w:rsidP="00240831">
      <w:pPr>
        <w:pStyle w:val="Heading2"/>
        <w:pBdr>
          <w:bottom w:val="none" w:sz="0" w:space="0" w:color="auto"/>
        </w:pBdr>
      </w:pPr>
      <w:bookmarkStart w:id="10" w:name="_Toc510777248"/>
      <w:bookmarkStart w:id="11" w:name="_Toc510778800"/>
      <w:bookmarkStart w:id="12" w:name="_Toc62737323"/>
      <w:r w:rsidRPr="00883B0E">
        <w:t>Wymagania zamawiającego w zakresie dokumentacji:</w:t>
      </w:r>
      <w:bookmarkEnd w:id="10"/>
      <w:bookmarkEnd w:id="11"/>
      <w:bookmarkEnd w:id="12"/>
    </w:p>
    <w:p w:rsidR="00115FA6" w:rsidRPr="00883B0E" w:rsidRDefault="00115FA6" w:rsidP="007C4476">
      <w:pPr>
        <w:ind w:firstLine="576"/>
      </w:pPr>
      <w:r w:rsidRPr="00883B0E">
        <w:t>Wymagana dokumentacja powykonawcza – w wersji papierowej w 2 egz.</w:t>
      </w:r>
      <w:r>
        <w:t xml:space="preserve"> oraz w wersji elektronicznej (PDF</w:t>
      </w:r>
      <w:r w:rsidRPr="00883B0E">
        <w:t>) w 1 egz.</w:t>
      </w:r>
      <w:r>
        <w:t xml:space="preserve"> </w:t>
      </w:r>
      <w:r w:rsidRPr="00883B0E">
        <w:t>Poszczególne egzemplarze mają być zszyte w sposób trwały, całość ponumerowana i opisana w zestawieniu dokumentacji, ponadto należy przekazać całość opracowania w wersji elektronicznej w formacie PDF.</w:t>
      </w:r>
    </w:p>
    <w:p w:rsidR="00115FA6" w:rsidRPr="00883B0E" w:rsidRDefault="00115FA6" w:rsidP="00BB1976">
      <w:r w:rsidRPr="00883B0E">
        <w:rPr>
          <w:b/>
        </w:rPr>
        <w:t>UWAGA!</w:t>
      </w:r>
    </w:p>
    <w:p w:rsidR="00115FA6" w:rsidRPr="00883B0E" w:rsidRDefault="00115FA6" w:rsidP="00BB1976">
      <w:r w:rsidRPr="00883B0E">
        <w:t xml:space="preserve">Przed przystąpieniem do złożenia oferty zaleca się w terminie wyznaczonym przez Zamawiającego dokonać wizji lokalnej w miejscu planowanego montażu </w:t>
      </w:r>
      <w:r>
        <w:t>systemu dozoru</w:t>
      </w:r>
      <w:r w:rsidRPr="00883B0E">
        <w:t xml:space="preserve">. </w:t>
      </w:r>
    </w:p>
    <w:p w:rsidR="00115FA6" w:rsidRPr="00883B0E" w:rsidRDefault="00115FA6" w:rsidP="00BB1976">
      <w:pPr>
        <w:rPr>
          <w:rStyle w:val="FontStyle20"/>
          <w:rFonts w:ascii="Calibri" w:hAnsi="Calibri" w:cs="Calibri"/>
          <w:b/>
        </w:rPr>
      </w:pPr>
      <w:r w:rsidRPr="00883B0E">
        <w:t xml:space="preserve">Kontakt w sprawie terminu wizji – Wydział Teleinformatyki Komendy Wojewódzkiej Policji we Wrocławiu – </w:t>
      </w:r>
      <w:r>
        <w:t>Marcin Arciszewski tel.47 8751995</w:t>
      </w:r>
      <w:r w:rsidRPr="00883B0E">
        <w:t xml:space="preserve">; mail </w:t>
      </w:r>
      <w:r>
        <w:t>–marcin.arciszewski</w:t>
      </w:r>
      <w:r w:rsidRPr="00883B0E">
        <w:t>@wr.policja.gov.pl</w:t>
      </w:r>
    </w:p>
    <w:p w:rsidR="00115FA6" w:rsidRPr="00883B0E" w:rsidRDefault="00115FA6" w:rsidP="00BB1976">
      <w:pPr>
        <w:rPr>
          <w:u w:val="single"/>
        </w:rPr>
      </w:pPr>
      <w:r w:rsidRPr="00883B0E">
        <w:rPr>
          <w:rStyle w:val="FontStyle20"/>
          <w:rFonts w:ascii="Calibri" w:hAnsi="Calibri" w:cs="Calibri"/>
          <w:u w:val="single"/>
        </w:rPr>
        <w:t>W przypadku nie wzięcia udziału w wizji Wykonawca ponosi pełną odpowiedzialność za treść złożonej oferty.</w:t>
      </w:r>
    </w:p>
    <w:p w:rsidR="00115FA6" w:rsidRPr="00883B0E" w:rsidRDefault="00115FA6" w:rsidP="00240831">
      <w:pPr>
        <w:pStyle w:val="Heading2"/>
        <w:pBdr>
          <w:bottom w:val="none" w:sz="0" w:space="0" w:color="auto"/>
        </w:pBdr>
      </w:pPr>
      <w:bookmarkStart w:id="13" w:name="_Toc510777249"/>
      <w:bookmarkStart w:id="14" w:name="_Toc510778801"/>
      <w:bookmarkStart w:id="15" w:name="_Toc62737324"/>
      <w:r w:rsidRPr="00883B0E">
        <w:t xml:space="preserve">Ogólne </w:t>
      </w:r>
      <w:r w:rsidRPr="00240831">
        <w:t>wymagania</w:t>
      </w:r>
      <w:r w:rsidRPr="00883B0E">
        <w:t xml:space="preserve"> i warunki wykonania i odbioru robót instalacyjnych oraz rozwiązań techniczno-materiałowych.</w:t>
      </w:r>
      <w:bookmarkEnd w:id="13"/>
      <w:bookmarkEnd w:id="14"/>
      <w:bookmarkEnd w:id="15"/>
    </w:p>
    <w:p w:rsidR="00115FA6" w:rsidRPr="00883B0E" w:rsidRDefault="00115FA6" w:rsidP="002D5890">
      <w:pPr>
        <w:spacing w:before="100" w:beforeAutospacing="1" w:after="100" w:afterAutospacing="1"/>
        <w:ind w:firstLine="360"/>
        <w:rPr>
          <w:rFonts w:cs="Calibri"/>
        </w:rPr>
      </w:pPr>
      <w:r w:rsidRPr="00883B0E">
        <w:rPr>
          <w:rFonts w:cs="Calibri"/>
        </w:rPr>
        <w:t>W czasie prac wykonawca będzie zobowiązany umową do przyjęcia odpowiedzialności od następstw i za wyniki działalności w zakresie:</w:t>
      </w:r>
    </w:p>
    <w:p w:rsidR="00115FA6" w:rsidRPr="00883B0E" w:rsidRDefault="00115FA6" w:rsidP="00C270CC">
      <w:pPr>
        <w:numPr>
          <w:ilvl w:val="0"/>
          <w:numId w:val="3"/>
        </w:numPr>
        <w:spacing w:before="0" w:after="100" w:afterAutospacing="1" w:line="276" w:lineRule="auto"/>
        <w:rPr>
          <w:rFonts w:cs="Calibri"/>
        </w:rPr>
      </w:pPr>
      <w:r w:rsidRPr="00883B0E">
        <w:rPr>
          <w:rFonts w:cs="Calibri"/>
          <w:bCs/>
        </w:rPr>
        <w:t>organizacji robót,</w:t>
      </w:r>
    </w:p>
    <w:p w:rsidR="00115FA6" w:rsidRPr="00883B0E" w:rsidRDefault="00115FA6" w:rsidP="00C270CC">
      <w:pPr>
        <w:numPr>
          <w:ilvl w:val="0"/>
          <w:numId w:val="3"/>
        </w:numPr>
        <w:spacing w:before="0" w:after="100" w:afterAutospacing="1" w:line="276" w:lineRule="auto"/>
        <w:rPr>
          <w:rFonts w:cs="Calibri"/>
        </w:rPr>
      </w:pPr>
      <w:r w:rsidRPr="00883B0E">
        <w:rPr>
          <w:rFonts w:cs="Calibri"/>
          <w:bCs/>
        </w:rPr>
        <w:t>zabezpieczenia interesów osób trzecich,</w:t>
      </w:r>
    </w:p>
    <w:p w:rsidR="00115FA6" w:rsidRPr="00883B0E" w:rsidRDefault="00115FA6" w:rsidP="00C270CC">
      <w:pPr>
        <w:numPr>
          <w:ilvl w:val="0"/>
          <w:numId w:val="3"/>
        </w:numPr>
        <w:spacing w:before="0" w:after="100" w:afterAutospacing="1" w:line="276" w:lineRule="auto"/>
        <w:rPr>
          <w:rFonts w:cs="Calibri"/>
        </w:rPr>
      </w:pPr>
      <w:r w:rsidRPr="00883B0E">
        <w:rPr>
          <w:rFonts w:cs="Calibri"/>
          <w:bCs/>
        </w:rPr>
        <w:t>ochrony środowiska,</w:t>
      </w:r>
    </w:p>
    <w:p w:rsidR="00115FA6" w:rsidRPr="00883B0E" w:rsidRDefault="00115FA6" w:rsidP="00C270CC">
      <w:pPr>
        <w:numPr>
          <w:ilvl w:val="0"/>
          <w:numId w:val="3"/>
        </w:numPr>
        <w:spacing w:before="0" w:after="100" w:afterAutospacing="1" w:line="276" w:lineRule="auto"/>
        <w:rPr>
          <w:rFonts w:cs="Calibri"/>
        </w:rPr>
      </w:pPr>
      <w:r w:rsidRPr="00883B0E">
        <w:rPr>
          <w:rFonts w:cs="Calibri"/>
          <w:bCs/>
        </w:rPr>
        <w:t>warunków bezpieczeństwa i higieny pracy,</w:t>
      </w:r>
    </w:p>
    <w:p w:rsidR="00115FA6" w:rsidRPr="00883B0E" w:rsidRDefault="00115FA6" w:rsidP="00C270CC">
      <w:pPr>
        <w:numPr>
          <w:ilvl w:val="0"/>
          <w:numId w:val="3"/>
        </w:numPr>
        <w:spacing w:before="0" w:after="100" w:afterAutospacing="1" w:line="276" w:lineRule="auto"/>
        <w:rPr>
          <w:rFonts w:cs="Calibri"/>
        </w:rPr>
      </w:pPr>
      <w:r w:rsidRPr="00883B0E">
        <w:rPr>
          <w:rFonts w:cs="Calibri"/>
          <w:bCs/>
        </w:rPr>
        <w:t xml:space="preserve">warunków bezpieczeństwa ruchu drogowego związanego z pracami, </w:t>
      </w:r>
    </w:p>
    <w:p w:rsidR="00115FA6" w:rsidRPr="00883B0E" w:rsidRDefault="00115FA6" w:rsidP="00C270CC">
      <w:pPr>
        <w:numPr>
          <w:ilvl w:val="0"/>
          <w:numId w:val="3"/>
        </w:numPr>
        <w:spacing w:before="0" w:after="100" w:afterAutospacing="1" w:line="276" w:lineRule="auto"/>
        <w:rPr>
          <w:rFonts w:cs="Calibri"/>
        </w:rPr>
      </w:pPr>
      <w:r w:rsidRPr="00883B0E">
        <w:rPr>
          <w:rFonts w:cs="Calibri"/>
          <w:bCs/>
        </w:rPr>
        <w:t>zabezpieczenia placu prac przed dostępem osób trzecich,</w:t>
      </w:r>
    </w:p>
    <w:p w:rsidR="00115FA6" w:rsidRPr="00883B0E" w:rsidRDefault="00115FA6" w:rsidP="00C270CC">
      <w:pPr>
        <w:numPr>
          <w:ilvl w:val="0"/>
          <w:numId w:val="3"/>
        </w:numPr>
        <w:spacing w:before="0" w:after="100" w:afterAutospacing="1" w:line="276" w:lineRule="auto"/>
        <w:rPr>
          <w:rFonts w:cs="Calibri"/>
        </w:rPr>
      </w:pPr>
      <w:r w:rsidRPr="00883B0E">
        <w:rPr>
          <w:rFonts w:cs="Calibri"/>
        </w:rPr>
        <w:t>zabezpieczenia chodników i jezdni od następstw związanych z pracami.</w:t>
      </w:r>
    </w:p>
    <w:p w:rsidR="00115FA6" w:rsidRDefault="00115FA6">
      <w:pPr>
        <w:spacing w:before="0" w:after="160" w:line="259" w:lineRule="auto"/>
        <w:jc w:val="left"/>
        <w:rPr>
          <w:rFonts w:cs="Calibri"/>
        </w:rPr>
      </w:pPr>
      <w:r>
        <w:rPr>
          <w:rFonts w:cs="Calibri"/>
        </w:rPr>
        <w:br w:type="page"/>
      </w:r>
    </w:p>
    <w:p w:rsidR="00115FA6" w:rsidRPr="00883B0E" w:rsidRDefault="00115FA6" w:rsidP="00BB1976">
      <w:pPr>
        <w:spacing w:before="100" w:beforeAutospacing="1" w:after="100" w:afterAutospacing="1"/>
        <w:ind w:firstLine="708"/>
        <w:rPr>
          <w:rFonts w:cs="Calibri"/>
        </w:rPr>
      </w:pPr>
      <w:r w:rsidRPr="00883B0E">
        <w:rPr>
          <w:rFonts w:cs="Calibri"/>
        </w:rPr>
        <w:t>Wyroby stosowane w trakcie wykonywania robót, mają spełniać wymagania polskich przepisów i Polskich Norm przenoszących   europejskie normy zharmonizowane. Zamawiający przewiduje bieżącą kontrolę wykonywanych prac. Kontroli zamawiającego będą w szczególności poddane:</w:t>
      </w:r>
    </w:p>
    <w:p w:rsidR="00115FA6" w:rsidRPr="00883B0E" w:rsidRDefault="00115FA6" w:rsidP="00C270CC">
      <w:pPr>
        <w:numPr>
          <w:ilvl w:val="0"/>
          <w:numId w:val="4"/>
        </w:numPr>
        <w:spacing w:before="100" w:beforeAutospacing="1" w:after="100" w:afterAutospacing="1"/>
        <w:rPr>
          <w:rFonts w:cs="Calibri"/>
        </w:rPr>
      </w:pPr>
      <w:r w:rsidRPr="00883B0E">
        <w:rPr>
          <w:rFonts w:cs="Calibri"/>
          <w:b/>
          <w:bCs/>
        </w:rPr>
        <w:t>rozw</w:t>
      </w:r>
      <w:r w:rsidRPr="00883B0E">
        <w:rPr>
          <w:rFonts w:cs="Calibri"/>
        </w:rPr>
        <w:t>i</w:t>
      </w:r>
      <w:r w:rsidRPr="00883B0E">
        <w:rPr>
          <w:rFonts w:cs="Calibri"/>
          <w:b/>
          <w:bCs/>
        </w:rPr>
        <w:t xml:space="preserve">ązania </w:t>
      </w:r>
      <w:r w:rsidRPr="00883B0E">
        <w:rPr>
          <w:rFonts w:cs="Calibri"/>
        </w:rPr>
        <w:t xml:space="preserve">zawarte w dokumentacji powykonawczej, zgodność z warunkami umowy i Polskimi Normami, przenoszącymi europejskie normy zharmonizowane,  </w:t>
      </w:r>
    </w:p>
    <w:p w:rsidR="00115FA6" w:rsidRPr="00883B0E" w:rsidRDefault="00115FA6" w:rsidP="00C270CC">
      <w:pPr>
        <w:numPr>
          <w:ilvl w:val="0"/>
          <w:numId w:val="4"/>
        </w:numPr>
        <w:spacing w:before="100" w:beforeAutospacing="1" w:after="100" w:afterAutospacing="1"/>
        <w:rPr>
          <w:rFonts w:cs="Calibri"/>
        </w:rPr>
      </w:pPr>
      <w:r w:rsidRPr="00883B0E">
        <w:rPr>
          <w:rFonts w:cs="Calibri"/>
          <w:b/>
          <w:bCs/>
        </w:rPr>
        <w:t xml:space="preserve">sposób wykonania robót instalacyjnych </w:t>
      </w:r>
      <w:r w:rsidRPr="00883B0E">
        <w:rPr>
          <w:rFonts w:cs="Calibri"/>
        </w:rPr>
        <w:t>w aspekcie zgodności ich wykonania z dokumentacją powykonawczą i uzgodnieniami technicznymi oraz obowiązującymi polskimi normami przenoszącymi europejskie normy zharmonizowane</w:t>
      </w:r>
      <w:r>
        <w:rPr>
          <w:rFonts w:cs="Calibri"/>
        </w:rPr>
        <w:t>,</w:t>
      </w:r>
    </w:p>
    <w:p w:rsidR="00115FA6" w:rsidRPr="00883B0E" w:rsidRDefault="00115FA6" w:rsidP="00C270CC">
      <w:pPr>
        <w:numPr>
          <w:ilvl w:val="0"/>
          <w:numId w:val="4"/>
        </w:numPr>
        <w:spacing w:before="100" w:beforeAutospacing="1" w:after="100" w:afterAutospacing="1"/>
        <w:rPr>
          <w:rFonts w:cs="Calibri"/>
        </w:rPr>
      </w:pPr>
      <w:r w:rsidRPr="00883B0E">
        <w:rPr>
          <w:rFonts w:cs="Calibri"/>
          <w:b/>
          <w:bCs/>
        </w:rPr>
        <w:t xml:space="preserve">dokumentacja powykonawcza – </w:t>
      </w:r>
      <w:r w:rsidRPr="00883B0E">
        <w:rPr>
          <w:rFonts w:cs="Calibri"/>
          <w:bCs/>
        </w:rPr>
        <w:t>jej zgodność ze stanem faktycznym wykonanych</w:t>
      </w:r>
      <w:r>
        <w:rPr>
          <w:rFonts w:cs="Calibri"/>
          <w:bCs/>
        </w:rPr>
        <w:t xml:space="preserve"> </w:t>
      </w:r>
      <w:r w:rsidRPr="00883B0E">
        <w:rPr>
          <w:rFonts w:cs="Calibri"/>
          <w:bCs/>
        </w:rPr>
        <w:t>prac.</w:t>
      </w:r>
    </w:p>
    <w:p w:rsidR="00115FA6" w:rsidRPr="00883B0E" w:rsidRDefault="00115FA6" w:rsidP="00443AA8">
      <w:pPr>
        <w:spacing w:before="100" w:beforeAutospacing="1" w:after="100" w:afterAutospacing="1"/>
        <w:ind w:firstLine="708"/>
        <w:rPr>
          <w:rFonts w:cs="Calibri"/>
        </w:rPr>
      </w:pPr>
      <w:r w:rsidRPr="00883B0E">
        <w:rPr>
          <w:rFonts w:cs="Calibri"/>
        </w:rPr>
        <w:t>Zamawiający powołał zespół specjalistów upoważnionych do zarządzania realizacją umowy oraz pełniących funkcje nadzoru w zakresie postanowień umowy. Zespół będzie aktywnie współpracował z Wykonawcą, w tym uczestniczył w wizjach lokalnych obiektów, prowadził kontrole robót instalacyjnych oraz dokonywał odbiorów.</w:t>
      </w:r>
    </w:p>
    <w:p w:rsidR="00115FA6" w:rsidRPr="00883B0E" w:rsidRDefault="00115FA6" w:rsidP="00252C96">
      <w:pPr>
        <w:spacing w:before="0"/>
        <w:rPr>
          <w:rFonts w:cs="Calibri"/>
        </w:rPr>
      </w:pPr>
      <w:r w:rsidRPr="00883B0E">
        <w:rPr>
          <w:rFonts w:cs="Calibri"/>
        </w:rPr>
        <w:t>Zamawiający ustala następujące rodzaje odbiorów:</w:t>
      </w:r>
    </w:p>
    <w:p w:rsidR="00115FA6" w:rsidRPr="00240831" w:rsidRDefault="00115FA6" w:rsidP="00C270CC">
      <w:pPr>
        <w:pStyle w:val="ListParagraph"/>
        <w:numPr>
          <w:ilvl w:val="0"/>
          <w:numId w:val="10"/>
        </w:numPr>
        <w:spacing w:before="0" w:line="276" w:lineRule="auto"/>
        <w:rPr>
          <w:rFonts w:cs="Calibri"/>
        </w:rPr>
      </w:pPr>
      <w:r w:rsidRPr="00240831">
        <w:rPr>
          <w:rFonts w:cs="Calibri"/>
        </w:rPr>
        <w:t>odbiór dokumentacji powykonawczej,</w:t>
      </w:r>
    </w:p>
    <w:p w:rsidR="00115FA6" w:rsidRPr="00240831" w:rsidRDefault="00115FA6" w:rsidP="00C270CC">
      <w:pPr>
        <w:pStyle w:val="ListParagraph"/>
        <w:numPr>
          <w:ilvl w:val="0"/>
          <w:numId w:val="10"/>
        </w:numPr>
        <w:spacing w:before="0" w:line="276" w:lineRule="auto"/>
        <w:rPr>
          <w:rFonts w:cs="Calibri"/>
        </w:rPr>
      </w:pPr>
      <w:r w:rsidRPr="00240831">
        <w:rPr>
          <w:rFonts w:cs="Calibri"/>
        </w:rPr>
        <w:t>końcowy odbiór techniczny.</w:t>
      </w:r>
    </w:p>
    <w:p w:rsidR="00115FA6" w:rsidRPr="00883B0E" w:rsidRDefault="00115FA6" w:rsidP="00252C96">
      <w:pPr>
        <w:spacing w:before="0"/>
        <w:rPr>
          <w:rFonts w:cs="Calibri"/>
        </w:rPr>
      </w:pPr>
      <w:r w:rsidRPr="00883B0E">
        <w:rPr>
          <w:rFonts w:cs="Calibri"/>
        </w:rPr>
        <w:t>Sprawdzeniu i kontroli będą podlegały:</w:t>
      </w:r>
    </w:p>
    <w:p w:rsidR="00115FA6" w:rsidRPr="00252C96" w:rsidRDefault="00115FA6" w:rsidP="00C270CC">
      <w:pPr>
        <w:pStyle w:val="ListParagraph"/>
        <w:numPr>
          <w:ilvl w:val="0"/>
          <w:numId w:val="7"/>
        </w:numPr>
        <w:spacing w:line="276" w:lineRule="auto"/>
        <w:rPr>
          <w:rFonts w:cs="Calibri"/>
        </w:rPr>
      </w:pPr>
      <w:r w:rsidRPr="00252C96">
        <w:rPr>
          <w:rFonts w:cs="Calibri"/>
        </w:rPr>
        <w:t xml:space="preserve">użyte wyroby i uzyskane w wyniku robót elementy w odniesieniu do ich parametrów oraz ich zgodności z dokumentacją, </w:t>
      </w:r>
    </w:p>
    <w:p w:rsidR="00115FA6" w:rsidRPr="00252C96" w:rsidRDefault="00115FA6" w:rsidP="00C270CC">
      <w:pPr>
        <w:pStyle w:val="ListParagraph"/>
        <w:numPr>
          <w:ilvl w:val="0"/>
          <w:numId w:val="7"/>
        </w:numPr>
        <w:spacing w:line="276" w:lineRule="auto"/>
        <w:rPr>
          <w:rFonts w:cs="Calibri"/>
        </w:rPr>
      </w:pPr>
      <w:r w:rsidRPr="00252C96">
        <w:rPr>
          <w:rFonts w:cs="Calibri"/>
        </w:rPr>
        <w:t xml:space="preserve">jakość wykonania i dokładność prac wykończeniowych zgodnie z dokumentacją powykonawczą,   </w:t>
      </w:r>
    </w:p>
    <w:p w:rsidR="00115FA6" w:rsidRDefault="00115FA6" w:rsidP="00C270CC">
      <w:pPr>
        <w:pStyle w:val="ListParagraph"/>
        <w:numPr>
          <w:ilvl w:val="0"/>
          <w:numId w:val="7"/>
        </w:numPr>
        <w:spacing w:line="276" w:lineRule="auto"/>
      </w:pPr>
      <w:r w:rsidRPr="00252C96">
        <w:t xml:space="preserve">prawidłowość funkcjonowania zamontowanego wyposażenia, w tym jakość obrazu w trybie rzeczywistym w warunkach oświetlenia dziennego i nocnego oraz jakość nagranego obrazu </w:t>
      </w:r>
    </w:p>
    <w:p w:rsidR="00115FA6" w:rsidRPr="00252C96" w:rsidRDefault="00115FA6" w:rsidP="00252C96">
      <w:pPr>
        <w:ind w:left="720"/>
      </w:pPr>
    </w:p>
    <w:p w:rsidR="00115FA6" w:rsidRPr="009C1173" w:rsidRDefault="00115FA6" w:rsidP="00252C96">
      <w:pPr>
        <w:rPr>
          <w:b/>
          <w:i/>
        </w:rPr>
      </w:pPr>
      <w:r w:rsidRPr="009C1173">
        <w:rPr>
          <w:b/>
          <w:i/>
        </w:rPr>
        <w:t xml:space="preserve">Zgłoszenie gotowości do odbioru wraz z wymaganymi dokumentami należy złożyć w siedzibie Zamawiającego tj. Wydziale Teleinformatyki w Komendzie Wojewódzkiej Policji we Wrocławiu, adres Wrocław 50-040 ul. Podwale 31-33, tel. </w:t>
      </w:r>
      <w:r>
        <w:rPr>
          <w:b/>
          <w:i/>
        </w:rPr>
        <w:t>47 871</w:t>
      </w:r>
      <w:r w:rsidRPr="009C1173">
        <w:rPr>
          <w:b/>
          <w:i/>
        </w:rPr>
        <w:t>3381; mail - teleinformatyka@wr.policja.gov.pl</w:t>
      </w:r>
    </w:p>
    <w:p w:rsidR="00115FA6" w:rsidRPr="00070327" w:rsidRDefault="00115FA6" w:rsidP="00070327">
      <w:pPr>
        <w:spacing w:before="240" w:after="240"/>
        <w:rPr>
          <w:rFonts w:cs="Calibri"/>
          <w:b/>
        </w:rPr>
      </w:pPr>
      <w:r w:rsidRPr="00070327">
        <w:rPr>
          <w:rFonts w:cs="Calibri"/>
          <w:b/>
          <w:bCs/>
        </w:rPr>
        <w:t>Potwierdzenie odbioru robót:</w:t>
      </w:r>
    </w:p>
    <w:p w:rsidR="00115FA6" w:rsidRPr="00883B0E" w:rsidRDefault="00115FA6" w:rsidP="00070327">
      <w:r w:rsidRPr="00883B0E">
        <w:t xml:space="preserve">Z odbioru robót zostanie sporządzony protokół, podpisany bez zastrzeżeń przez obie strony, który będzie stanowił podstawę do rozliczenia robót. W odbiorze powinien brać udział Wykonawca, przedstawiciel Zamawiającego oraz przedstawiciel użytkownika. </w:t>
      </w:r>
    </w:p>
    <w:p w:rsidR="00115FA6" w:rsidRDefault="00115FA6">
      <w:pPr>
        <w:spacing w:before="0" w:after="160" w:line="259" w:lineRule="auto"/>
        <w:jc w:val="left"/>
        <w:rPr>
          <w:rFonts w:cs="Calibri"/>
          <w:b/>
          <w:caps/>
          <w:color w:val="632423"/>
          <w:spacing w:val="15"/>
          <w:sz w:val="24"/>
          <w:szCs w:val="24"/>
        </w:rPr>
      </w:pPr>
      <w:bookmarkStart w:id="16" w:name="_Toc510777250"/>
      <w:bookmarkStart w:id="17" w:name="_Toc510778802"/>
      <w:r>
        <w:br w:type="page"/>
      </w:r>
    </w:p>
    <w:p w:rsidR="00115FA6" w:rsidRPr="00883B0E" w:rsidRDefault="00115FA6" w:rsidP="00240831">
      <w:pPr>
        <w:pStyle w:val="Heading2"/>
        <w:pBdr>
          <w:bottom w:val="none" w:sz="0" w:space="0" w:color="auto"/>
        </w:pBdr>
      </w:pPr>
      <w:bookmarkStart w:id="18" w:name="_Toc62737325"/>
      <w:r w:rsidRPr="00883B0E">
        <w:t xml:space="preserve">Budowa systemu </w:t>
      </w:r>
      <w:r>
        <w:t>monitoringu</w:t>
      </w:r>
      <w:r w:rsidRPr="00883B0E">
        <w:t>:</w:t>
      </w:r>
      <w:bookmarkEnd w:id="16"/>
      <w:bookmarkEnd w:id="17"/>
      <w:bookmarkEnd w:id="18"/>
    </w:p>
    <w:p w:rsidR="00115FA6" w:rsidRPr="00883B0E" w:rsidRDefault="00115FA6" w:rsidP="002D5890">
      <w:pPr>
        <w:ind w:firstLine="576"/>
      </w:pPr>
      <w:r w:rsidRPr="00883B0E">
        <w:t xml:space="preserve">Budowa systemu </w:t>
      </w:r>
      <w:r>
        <w:t>dozoru</w:t>
      </w:r>
      <w:r w:rsidRPr="00883B0E">
        <w:t xml:space="preserve"> będzie polegała na instalacji kamer dostarczonych przez Wykonawcę, ułożeniu nowej instalacji pod kamery </w:t>
      </w:r>
      <w:r>
        <w:t>dozorujące</w:t>
      </w:r>
      <w:r w:rsidRPr="00883B0E">
        <w:t xml:space="preserve">. Dokładny przebieg tras kablowych i ich długość zostanie ustalony przed realizacją zadania w trybie konsultacji w oparciu o ustalenia przeprowadzone w trakcie wizji lokalnej na obiekcie oraz posiadanej dokumentacji. </w:t>
      </w:r>
    </w:p>
    <w:p w:rsidR="00115FA6" w:rsidRPr="00883B0E" w:rsidRDefault="00115FA6" w:rsidP="00204DA7">
      <w:pPr>
        <w:autoSpaceDE w:val="0"/>
        <w:autoSpaceDN w:val="0"/>
        <w:adjustRightInd w:val="0"/>
        <w:rPr>
          <w:rFonts w:cs="Calibri"/>
        </w:rPr>
      </w:pPr>
      <w:r w:rsidRPr="00883B0E">
        <w:rPr>
          <w:rFonts w:cs="Calibri"/>
        </w:rPr>
        <w:t xml:space="preserve">Zakup, dostawa i montaż niezbędnego materiału i sprzętu do budowy systemu </w:t>
      </w:r>
      <w:r>
        <w:rPr>
          <w:rFonts w:cs="Calibri"/>
        </w:rPr>
        <w:t>dozoru, należy do Wykonawcy (wyłączając sprzęt dostarczony przez Zamawiającego).</w:t>
      </w:r>
    </w:p>
    <w:p w:rsidR="00115FA6" w:rsidRDefault="00115FA6" w:rsidP="00861897">
      <w:pPr>
        <w:rPr>
          <w:rFonts w:cs="Calibri"/>
        </w:rPr>
      </w:pPr>
      <w:r w:rsidRPr="00883B0E">
        <w:t>W przypadku realizacji umowy powiązanej z dostawą nowego wyposażenia systemu (kamery, UPS, itp.), oferowany sprzęt musi być fabrycznie nowy</w:t>
      </w:r>
      <w:r>
        <w:t xml:space="preserve">, nie regenerowany, pochodzący </w:t>
      </w:r>
      <w:r w:rsidRPr="00883B0E">
        <w:t>z oficjalnego źródła dystrybucji, wyposażony w aktualne oprogramowanie producenta i pełną gwarancję. Wykonawca udzieli gwarancji na</w:t>
      </w:r>
      <w:r>
        <w:t xml:space="preserve"> dostarczone</w:t>
      </w:r>
      <w:r w:rsidRPr="00883B0E">
        <w:t xml:space="preserve"> urządzenia oraz wykonane instalacje na okres min. </w:t>
      </w:r>
      <w:r w:rsidRPr="00883B0E">
        <w:rPr>
          <w:rFonts w:cs="Calibri"/>
        </w:rPr>
        <w:t xml:space="preserve">36 m-cy. </w:t>
      </w:r>
    </w:p>
    <w:p w:rsidR="00115FA6" w:rsidRPr="00883B0E" w:rsidRDefault="00115FA6" w:rsidP="00240831">
      <w:pPr>
        <w:ind w:firstLine="708"/>
      </w:pPr>
      <w:r w:rsidRPr="00883B0E">
        <w:t>W przypadku budowy nowych tras kablowych należy je wykonać zgodnie z uzyskanymi uzgodnieniami i pozwoleniami. Ułożenie należy wykonać w sposób nie powodujący uszkodzeń istniejącej infrastruktury teletechnicznej. Wykonawca ponosi odpowiedzialność za prawidłowy montaż urządzeń na elewacji budynku zgodnie ze sztuką budowlaną. Szczegółowe warunki montażu będą uzgadniane z Zamawiającym.</w:t>
      </w:r>
      <w:r>
        <w:t xml:space="preserve"> </w:t>
      </w:r>
      <w:r w:rsidRPr="00883B0E">
        <w:t xml:space="preserve">Instalacja kablowa zakończona będzie w pomieszczeniu wskazanym przez Zamawiającego. </w:t>
      </w:r>
    </w:p>
    <w:p w:rsidR="00115FA6" w:rsidRPr="00883B0E" w:rsidRDefault="00115FA6" w:rsidP="00FA4E0E">
      <w:r w:rsidRPr="00883B0E">
        <w:t xml:space="preserve">Dla potrzeb systemu należy zaplanować i wykonać awaryjne źródło zasilania w postaci zasilacza UPS. </w:t>
      </w:r>
    </w:p>
    <w:p w:rsidR="00115FA6" w:rsidRDefault="00115FA6" w:rsidP="00FA4E0E">
      <w:r w:rsidRPr="00883B0E">
        <w:t xml:space="preserve">Wybudowany system </w:t>
      </w:r>
      <w:r>
        <w:t xml:space="preserve">dozoru </w:t>
      </w:r>
      <w:r w:rsidRPr="00883B0E">
        <w:t>wizyjnego zapewni</w:t>
      </w:r>
      <w:r>
        <w:t>:</w:t>
      </w:r>
    </w:p>
    <w:p w:rsidR="00115FA6" w:rsidRDefault="00115FA6" w:rsidP="00C270CC">
      <w:pPr>
        <w:pStyle w:val="ListParagraph"/>
        <w:numPr>
          <w:ilvl w:val="0"/>
          <w:numId w:val="9"/>
        </w:numPr>
      </w:pPr>
      <w:r>
        <w:t xml:space="preserve">podgląd i rejestrację obrazu </w:t>
      </w:r>
      <w:r w:rsidRPr="00883B0E">
        <w:t>z wszystkich kamer z zainstalowanych rejestratorów na dostarczonych monitorach znajdujących się w pomieszczeniu wskazanym przez Zamawiającego</w:t>
      </w:r>
    </w:p>
    <w:p w:rsidR="00115FA6" w:rsidRDefault="00115FA6" w:rsidP="00C270CC">
      <w:pPr>
        <w:pStyle w:val="ListParagraph"/>
        <w:numPr>
          <w:ilvl w:val="0"/>
          <w:numId w:val="9"/>
        </w:numPr>
      </w:pPr>
      <w:r>
        <w:t xml:space="preserve">gwarancję </w:t>
      </w:r>
      <w:r w:rsidRPr="00883B0E">
        <w:t>przechowywani</w:t>
      </w:r>
      <w:r>
        <w:t>a</w:t>
      </w:r>
      <w:r w:rsidRPr="00883B0E">
        <w:t xml:space="preserve"> nagrań z wszystkich kamer przez okres min. 30 dni dla zarejestrowanego obrazu o parametrach: </w:t>
      </w:r>
    </w:p>
    <w:p w:rsidR="00115FA6" w:rsidRDefault="00115FA6" w:rsidP="00C270CC">
      <w:pPr>
        <w:pStyle w:val="ListParagraph"/>
        <w:numPr>
          <w:ilvl w:val="1"/>
          <w:numId w:val="9"/>
        </w:numPr>
      </w:pPr>
      <w:r>
        <w:t>kamery zewnętrzne 4MPx, 20 kl/s;</w:t>
      </w:r>
    </w:p>
    <w:p w:rsidR="00115FA6" w:rsidRDefault="00115FA6" w:rsidP="00C270CC">
      <w:pPr>
        <w:pStyle w:val="ListParagraph"/>
        <w:numPr>
          <w:ilvl w:val="1"/>
          <w:numId w:val="9"/>
        </w:numPr>
      </w:pPr>
      <w:r>
        <w:t>kamery wewnętrzne 4MPx, 20kl/s;</w:t>
      </w:r>
    </w:p>
    <w:p w:rsidR="00115FA6" w:rsidRPr="00883B0E" w:rsidRDefault="00115FA6" w:rsidP="00C270CC">
      <w:pPr>
        <w:pStyle w:val="ListParagraph"/>
        <w:numPr>
          <w:ilvl w:val="0"/>
          <w:numId w:val="9"/>
        </w:numPr>
      </w:pPr>
      <w:r w:rsidRPr="00883B0E">
        <w:t>możliwość rozbudowy o kolejne urządzenia bez utraty czasu i jakości nagrywania oraz będzie posiadał zasilanie awaryjne w postaci zasilacza UPS gwarantującego min. 30 min. podtrzymania zasilania.</w:t>
      </w:r>
      <w:bookmarkStart w:id="19" w:name="_Toc510777253"/>
      <w:bookmarkStart w:id="20" w:name="_Toc510778805"/>
      <w:bookmarkEnd w:id="19"/>
      <w:bookmarkEnd w:id="20"/>
    </w:p>
    <w:p w:rsidR="00115FA6" w:rsidRDefault="00115FA6">
      <w:pPr>
        <w:spacing w:before="0" w:after="160" w:line="259" w:lineRule="auto"/>
        <w:jc w:val="left"/>
        <w:rPr>
          <w:rFonts w:cs="Calibri"/>
          <w:b/>
          <w:caps/>
          <w:color w:val="632423"/>
          <w:spacing w:val="15"/>
          <w:sz w:val="24"/>
          <w:szCs w:val="24"/>
        </w:rPr>
      </w:pPr>
      <w:bookmarkStart w:id="21" w:name="_Toc510777254"/>
      <w:bookmarkStart w:id="22" w:name="_Toc510778806"/>
      <w:r>
        <w:br w:type="page"/>
      </w:r>
    </w:p>
    <w:p w:rsidR="00115FA6" w:rsidRPr="00757CBA" w:rsidRDefault="00115FA6" w:rsidP="00240831">
      <w:pPr>
        <w:pStyle w:val="Heading2"/>
        <w:pBdr>
          <w:bottom w:val="none" w:sz="0" w:space="0" w:color="auto"/>
        </w:pBdr>
      </w:pPr>
      <w:bookmarkStart w:id="23" w:name="_Toc62737326"/>
      <w:r w:rsidRPr="00757CBA">
        <w:t>Lokalizacja kamer</w:t>
      </w:r>
      <w:bookmarkEnd w:id="21"/>
      <w:bookmarkEnd w:id="22"/>
      <w:bookmarkEnd w:id="23"/>
    </w:p>
    <w:p w:rsidR="00115FA6" w:rsidRPr="008D60A9" w:rsidRDefault="00115FA6" w:rsidP="008D60A9">
      <w:pPr>
        <w:pStyle w:val="ListParagraph"/>
        <w:spacing w:after="100" w:afterAutospacing="1"/>
      </w:pPr>
      <w:r w:rsidRPr="008D60A9">
        <w:rPr>
          <w:b/>
        </w:rPr>
        <w:t xml:space="preserve">Opis lokalizacji kamer </w:t>
      </w:r>
      <w:r>
        <w:rPr>
          <w:b/>
        </w:rPr>
        <w:t>w Posterunki Policji w Łagiewnikach</w:t>
      </w:r>
    </w:p>
    <w:p w:rsidR="00115FA6" w:rsidRPr="008D60A9" w:rsidRDefault="00115FA6" w:rsidP="008D60A9">
      <w:pPr>
        <w:pStyle w:val="ListParagraph"/>
        <w:spacing w:after="100" w:afterAutospacing="1"/>
        <w:rPr>
          <w:b/>
        </w:rPr>
      </w:pPr>
      <w:r w:rsidRPr="008D60A9">
        <w:rPr>
          <w:b/>
        </w:rPr>
        <w:t>Kamery zewnętrzne:</w:t>
      </w:r>
    </w:p>
    <w:p w:rsidR="00115FA6" w:rsidRPr="008D60A9" w:rsidRDefault="00115FA6" w:rsidP="00C270CC">
      <w:pPr>
        <w:pStyle w:val="ListParagraph"/>
        <w:numPr>
          <w:ilvl w:val="0"/>
          <w:numId w:val="15"/>
        </w:numPr>
        <w:spacing w:after="100" w:afterAutospacing="1"/>
        <w:rPr>
          <w:b/>
        </w:rPr>
      </w:pPr>
      <w:r>
        <w:t>Nad głównym wejściem do budynku (1szt.)</w:t>
      </w:r>
    </w:p>
    <w:p w:rsidR="00115FA6" w:rsidRDefault="00115FA6" w:rsidP="008D60A9">
      <w:pPr>
        <w:pStyle w:val="ListParagraph"/>
        <w:numPr>
          <w:ilvl w:val="0"/>
          <w:numId w:val="15"/>
        </w:numPr>
        <w:spacing w:after="100" w:afterAutospacing="1"/>
        <w:rPr>
          <w:b/>
        </w:rPr>
      </w:pPr>
      <w:r>
        <w:t>Z tyłu budynku skierowana na parking (1 szt.)</w:t>
      </w:r>
    </w:p>
    <w:p w:rsidR="00115FA6" w:rsidRPr="00305581" w:rsidRDefault="00115FA6" w:rsidP="00305581">
      <w:pPr>
        <w:pStyle w:val="ListParagraph"/>
        <w:spacing w:after="100" w:afterAutospacing="1"/>
        <w:rPr>
          <w:b/>
        </w:rPr>
      </w:pPr>
    </w:p>
    <w:p w:rsidR="00115FA6" w:rsidRPr="008D60A9" w:rsidRDefault="00115FA6" w:rsidP="008D60A9">
      <w:pPr>
        <w:pStyle w:val="ListParagraph"/>
        <w:spacing w:after="100" w:afterAutospacing="1"/>
        <w:rPr>
          <w:b/>
        </w:rPr>
      </w:pPr>
      <w:r w:rsidRPr="008D60A9">
        <w:rPr>
          <w:b/>
        </w:rPr>
        <w:t>Kamery wewnętrzne:</w:t>
      </w:r>
    </w:p>
    <w:p w:rsidR="00115FA6" w:rsidRDefault="00115FA6" w:rsidP="00C270CC">
      <w:pPr>
        <w:pStyle w:val="ListParagraph"/>
        <w:numPr>
          <w:ilvl w:val="0"/>
          <w:numId w:val="14"/>
        </w:numPr>
        <w:spacing w:after="100" w:afterAutospacing="1"/>
      </w:pPr>
      <w:r>
        <w:t>W ciągu pieszym (1 szt.)</w:t>
      </w:r>
    </w:p>
    <w:p w:rsidR="00115FA6" w:rsidRDefault="00115FA6" w:rsidP="00C270CC">
      <w:pPr>
        <w:pStyle w:val="ListParagraph"/>
        <w:numPr>
          <w:ilvl w:val="0"/>
          <w:numId w:val="14"/>
        </w:numPr>
        <w:spacing w:after="100" w:afterAutospacing="1"/>
      </w:pPr>
      <w:r>
        <w:t>W holu głównym (1 szt.)</w:t>
      </w:r>
    </w:p>
    <w:p w:rsidR="00115FA6" w:rsidRPr="00A33103" w:rsidRDefault="00115FA6" w:rsidP="00A33103">
      <w:pPr>
        <w:spacing w:before="0" w:after="100" w:afterAutospacing="1"/>
        <w:ind w:firstLine="360"/>
        <w:rPr>
          <w:rFonts w:cs="Calibri"/>
        </w:rPr>
      </w:pPr>
      <w:r w:rsidRPr="00A33103">
        <w:rPr>
          <w:rFonts w:cs="Calibri"/>
        </w:rPr>
        <w:t>Rejestrator, monitor oraz sterowanie systemem należy zainstalować w pomieszczeniu wskazanym przez Zamawiającego</w:t>
      </w:r>
      <w:bookmarkStart w:id="24" w:name="_Toc392490631"/>
      <w:bookmarkStart w:id="25" w:name="_Toc392499592"/>
      <w:bookmarkStart w:id="26" w:name="_Toc510777006"/>
      <w:bookmarkStart w:id="27" w:name="_Toc510777282"/>
      <w:bookmarkStart w:id="28" w:name="_Toc510778117"/>
      <w:bookmarkStart w:id="29" w:name="_Toc510778179"/>
      <w:bookmarkStart w:id="30" w:name="_Toc510778380"/>
      <w:bookmarkStart w:id="31" w:name="_Toc510778703"/>
      <w:bookmarkStart w:id="32" w:name="_Toc510778751"/>
      <w:bookmarkStart w:id="33" w:name="_Toc361139969"/>
      <w:bookmarkStart w:id="34" w:name="_Toc361146332"/>
      <w:bookmarkStart w:id="35" w:name="_Toc361146402"/>
      <w:bookmarkStart w:id="36" w:name="_Toc361216549"/>
      <w:bookmarkStart w:id="37" w:name="_Toc361217745"/>
      <w:bookmarkStart w:id="38" w:name="_Toc392490642"/>
      <w:bookmarkStart w:id="39" w:name="_Toc392499603"/>
      <w:bookmarkStart w:id="40" w:name="_Toc510777007"/>
      <w:bookmarkStart w:id="41" w:name="_Toc510777283"/>
      <w:bookmarkStart w:id="42" w:name="_Toc510778118"/>
      <w:bookmarkStart w:id="43" w:name="_Toc510778180"/>
      <w:bookmarkStart w:id="44" w:name="_Toc510778381"/>
      <w:bookmarkStart w:id="45" w:name="_Toc510778704"/>
      <w:bookmarkStart w:id="46" w:name="_Toc510778752"/>
      <w:bookmarkStart w:id="47" w:name="_Toc361139970"/>
      <w:bookmarkStart w:id="48" w:name="_Toc361146333"/>
      <w:bookmarkStart w:id="49" w:name="_Toc361146403"/>
      <w:bookmarkStart w:id="50" w:name="_Toc361216550"/>
      <w:bookmarkStart w:id="51" w:name="_Toc361217746"/>
      <w:bookmarkStart w:id="52" w:name="_Toc392490643"/>
      <w:bookmarkStart w:id="53" w:name="_Toc392499604"/>
      <w:bookmarkStart w:id="54" w:name="_Toc510777008"/>
      <w:bookmarkStart w:id="55" w:name="_Toc510777284"/>
      <w:bookmarkStart w:id="56" w:name="_Toc510778119"/>
      <w:bookmarkStart w:id="57" w:name="_Toc510778181"/>
      <w:bookmarkStart w:id="58" w:name="_Toc510778382"/>
      <w:bookmarkStart w:id="59" w:name="_Toc510778705"/>
      <w:bookmarkStart w:id="60" w:name="_Toc51077875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>
        <w:rPr>
          <w:rFonts w:cs="Calibri"/>
        </w:rPr>
        <w:t>.</w:t>
      </w:r>
    </w:p>
    <w:p w:rsidR="00115FA6" w:rsidRPr="00883B0E" w:rsidRDefault="00115FA6" w:rsidP="00240831">
      <w:pPr>
        <w:pStyle w:val="Heading2"/>
        <w:pBdr>
          <w:bottom w:val="none" w:sz="0" w:space="0" w:color="auto"/>
        </w:pBdr>
      </w:pPr>
      <w:bookmarkStart w:id="61" w:name="_Toc510777285"/>
      <w:bookmarkStart w:id="62" w:name="_Toc510778834"/>
      <w:bookmarkStart w:id="63" w:name="_Toc62737327"/>
      <w:r w:rsidRPr="00883B0E">
        <w:t>Wymagania dotyczące rozwiązań techniczno – materiałowych</w:t>
      </w:r>
      <w:bookmarkStart w:id="64" w:name="_Toc274132040"/>
      <w:bookmarkStart w:id="65" w:name="_Toc392499606"/>
      <w:bookmarkEnd w:id="61"/>
      <w:bookmarkEnd w:id="62"/>
      <w:bookmarkEnd w:id="63"/>
    </w:p>
    <w:p w:rsidR="00115FA6" w:rsidRPr="00FA4E0E" w:rsidRDefault="00115FA6" w:rsidP="00FA4E0E">
      <w:pPr>
        <w:rPr>
          <w:b/>
        </w:rPr>
      </w:pPr>
      <w:bookmarkStart w:id="66" w:name="_Toc510777286"/>
      <w:bookmarkStart w:id="67" w:name="_Toc510778835"/>
      <w:r w:rsidRPr="00FA4E0E">
        <w:rPr>
          <w:b/>
        </w:rPr>
        <w:t>Parametry kabli:</w:t>
      </w:r>
      <w:bookmarkEnd w:id="64"/>
      <w:bookmarkEnd w:id="65"/>
      <w:bookmarkEnd w:id="66"/>
      <w:bookmarkEnd w:id="67"/>
    </w:p>
    <w:p w:rsidR="00115FA6" w:rsidRPr="00503FDD" w:rsidRDefault="00115FA6" w:rsidP="00503FDD">
      <w:pPr>
        <w:ind w:firstLine="708"/>
      </w:pPr>
      <w:r w:rsidRPr="00503FDD">
        <w:t xml:space="preserve">Wszystkie kable użyte do ułożenia niezbędnej infrastruktury muszą posiadać parametry zgodne z polskimi normami i zaleceniami europejskimi. Powinny być dobrane do warunków pracy zgodnych z oświadczeniem producenta instalowanego sprzętu. Zamawiający wymaga, aby użyty kabel UTP (wewnętrzna instalacja) lub FTP (zewnętrzna instalacja) zastosowany do podłączenia kamer był </w:t>
      </w:r>
      <w:r>
        <w:t xml:space="preserve">co najmniej </w:t>
      </w:r>
      <w:r w:rsidRPr="00503FDD">
        <w:t xml:space="preserve">kat. </w:t>
      </w:r>
      <w:r>
        <w:t>6</w:t>
      </w:r>
      <w:r w:rsidRPr="00503FDD">
        <w:t xml:space="preserve">. Oświadczenie producenta lub kartę katalogową kabla należy dołączyć do dokumentacji powykonawczej. </w:t>
      </w:r>
    </w:p>
    <w:p w:rsidR="00115FA6" w:rsidRPr="00883B0E" w:rsidRDefault="00115FA6" w:rsidP="00995FC2">
      <w:pPr>
        <w:spacing w:before="0" w:line="276" w:lineRule="auto"/>
      </w:pPr>
      <w:r>
        <w:t>Wskazanym jest dostawa urządzeń jednego producenta.</w:t>
      </w:r>
    </w:p>
    <w:p w:rsidR="00115FA6" w:rsidRPr="00883B0E" w:rsidRDefault="00115FA6" w:rsidP="00240831">
      <w:r w:rsidRPr="00883B0E">
        <w:t xml:space="preserve">Oświadczenie producenta lub kartę katalogową kabla należy dołączyć do dokumentacji powykonawczej. </w:t>
      </w:r>
    </w:p>
    <w:p w:rsidR="00115FA6" w:rsidRPr="00883B0E" w:rsidRDefault="00115FA6" w:rsidP="00240831">
      <w:pPr>
        <w:rPr>
          <w:b/>
        </w:rPr>
      </w:pPr>
      <w:r w:rsidRPr="00883B0E">
        <w:rPr>
          <w:b/>
        </w:rPr>
        <w:t>Parametry kamer</w:t>
      </w:r>
      <w:r>
        <w:rPr>
          <w:b/>
        </w:rPr>
        <w:t xml:space="preserve"> IP</w:t>
      </w:r>
      <w:r w:rsidRPr="00883B0E">
        <w:rPr>
          <w:b/>
        </w:rPr>
        <w:t>:</w:t>
      </w:r>
    </w:p>
    <w:p w:rsidR="00115FA6" w:rsidRPr="00503FDD" w:rsidRDefault="00115FA6" w:rsidP="00503FDD">
      <w:pPr>
        <w:spacing w:before="0" w:line="276" w:lineRule="auto"/>
      </w:pPr>
      <w:r>
        <w:rPr>
          <w:b/>
        </w:rPr>
        <w:t xml:space="preserve">2.51 </w:t>
      </w:r>
      <w:r w:rsidRPr="00503FDD">
        <w:rPr>
          <w:b/>
        </w:rPr>
        <w:t>Kamera zewnętrzna</w:t>
      </w:r>
      <w:r w:rsidRPr="00503FDD">
        <w:t xml:space="preserve"> – tubowa o parametrach (np. </w:t>
      </w:r>
      <w:r w:rsidRPr="00503FDD">
        <w:rPr>
          <w:bCs/>
        </w:rPr>
        <w:t xml:space="preserve">DAHUA </w:t>
      </w:r>
      <w:r w:rsidRPr="00C207C2">
        <w:rPr>
          <w:bCs/>
        </w:rPr>
        <w:t>IPC-HFW1431T-ZS-2812-S4</w:t>
      </w:r>
      <w:r>
        <w:rPr>
          <w:bCs/>
        </w:rPr>
        <w:t>lub inna DAHUA z wyższej linii produkcyjnej o wyższych parametrach</w:t>
      </w:r>
      <w:r w:rsidRPr="00503FDD">
        <w:t>)</w:t>
      </w:r>
      <w:r>
        <w:t>: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Rozdzielczość min. 4 Mpix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Protokół: TCP/IP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20 kl./s dla 4MPx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Ogniskowa regulowana 2,8 – 1</w:t>
      </w:r>
      <w:r>
        <w:t>2</w:t>
      </w:r>
      <w:r w:rsidRPr="00503FDD">
        <w:t xml:space="preserve"> mm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Zasilanie 12V DC/PoE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Kompresja H265, H265+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Wbudowany promiennik podczerwieni (zasięg IR</w:t>
      </w:r>
      <w:r>
        <w:t xml:space="preserve"> do5</w:t>
      </w:r>
      <w:r w:rsidRPr="00503FDD">
        <w:t>0m)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>
        <w:t>Funkcje ONVIF, WDR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Obudowa o klasie szczelności min. IP67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 xml:space="preserve">Detekcja ruchu </w:t>
      </w:r>
    </w:p>
    <w:p w:rsidR="00115FA6" w:rsidRPr="00503FDD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Interfejs językowy polski</w:t>
      </w:r>
    </w:p>
    <w:p w:rsidR="00115FA6" w:rsidRDefault="00115FA6" w:rsidP="00C270CC">
      <w:pPr>
        <w:numPr>
          <w:ilvl w:val="0"/>
          <w:numId w:val="8"/>
        </w:numPr>
        <w:spacing w:before="0" w:line="276" w:lineRule="auto"/>
      </w:pPr>
      <w:r w:rsidRPr="00503FDD">
        <w:t>Każda kamera musi posiadać dedykowany adapter montażowy (puszka montażowa)</w:t>
      </w:r>
    </w:p>
    <w:p w:rsidR="00115FA6" w:rsidRDefault="00115FA6" w:rsidP="00503FDD">
      <w:pPr>
        <w:spacing w:before="0" w:line="276" w:lineRule="auto"/>
      </w:pPr>
    </w:p>
    <w:p w:rsidR="00115FA6" w:rsidRPr="00503FDD" w:rsidRDefault="00115FA6" w:rsidP="0079761A">
      <w:pPr>
        <w:spacing w:before="0" w:line="276" w:lineRule="auto"/>
      </w:pPr>
      <w:r>
        <w:rPr>
          <w:b/>
        </w:rPr>
        <w:t>2.5.2 Kamera w</w:t>
      </w:r>
      <w:r w:rsidRPr="00503FDD">
        <w:rPr>
          <w:b/>
        </w:rPr>
        <w:t>ewnętrzna</w:t>
      </w:r>
      <w:r w:rsidRPr="00503FDD">
        <w:t xml:space="preserve"> – </w:t>
      </w:r>
      <w:r>
        <w:t>kulista o parametrach (np.</w:t>
      </w:r>
      <w:r w:rsidRPr="00503FDD">
        <w:t xml:space="preserve"> </w:t>
      </w:r>
      <w:r w:rsidRPr="00083DFC">
        <w:t xml:space="preserve">KAMERA IP </w:t>
      </w:r>
      <w:r w:rsidRPr="00836AFD">
        <w:t>DAHUA IPC-HDBW2449E-S-IL-0280B</w:t>
      </w:r>
      <w:r>
        <w:rPr>
          <w:bCs/>
        </w:rPr>
        <w:t>lub inna DAHUA z wyższej linii produkcyjnej o wyższych parametrach</w:t>
      </w:r>
      <w:r w:rsidRPr="00503FDD">
        <w:t>):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 xml:space="preserve">Rozdzielczość min. </w:t>
      </w:r>
      <w:r>
        <w:t>4</w:t>
      </w:r>
      <w:r w:rsidRPr="00503FDD">
        <w:t>Mpix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>Protokół: TCP/IP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>2</w:t>
      </w:r>
      <w:r>
        <w:t>0</w:t>
      </w:r>
      <w:r w:rsidRPr="00503FDD">
        <w:t xml:space="preserve"> kl./s dla </w:t>
      </w:r>
      <w:r>
        <w:t>4</w:t>
      </w:r>
      <w:r w:rsidRPr="00503FDD">
        <w:t>MPx</w:t>
      </w:r>
    </w:p>
    <w:p w:rsidR="00115FA6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 xml:space="preserve">Ogniskowa </w:t>
      </w:r>
      <w:r>
        <w:t>stała (min. 2.8mm)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>
        <w:t>Kąt widzenia 90 ° - 110 °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>Zasilanie PoE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>
        <w:t>Kompresja H265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>Wbudowany promiennik podczerwieni (zasięg IR</w:t>
      </w:r>
      <w:r>
        <w:t xml:space="preserve"> do 30</w:t>
      </w:r>
      <w:r w:rsidRPr="00503FDD">
        <w:t>m)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>
        <w:t>Funkcje ONVIF, WDR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>Obudowa o klasie szczelności min. IP67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 xml:space="preserve">Detekcja ruchu </w:t>
      </w:r>
    </w:p>
    <w:p w:rsidR="00115FA6" w:rsidRPr="00503FDD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 xml:space="preserve">Interfejs językowy </w:t>
      </w:r>
      <w:r>
        <w:t xml:space="preserve">zalecany </w:t>
      </w:r>
      <w:r w:rsidRPr="00503FDD">
        <w:t>polski</w:t>
      </w:r>
    </w:p>
    <w:p w:rsidR="00115FA6" w:rsidRDefault="00115FA6" w:rsidP="0079761A">
      <w:pPr>
        <w:numPr>
          <w:ilvl w:val="0"/>
          <w:numId w:val="8"/>
        </w:numPr>
        <w:spacing w:before="0" w:line="276" w:lineRule="auto"/>
      </w:pPr>
      <w:r w:rsidRPr="00503FDD">
        <w:t>Każda kamera musi posiadać dedykowany adapter montażowy (puszka montażowa)</w:t>
      </w:r>
    </w:p>
    <w:p w:rsidR="00115FA6" w:rsidRDefault="00115FA6" w:rsidP="0079761A">
      <w:pPr>
        <w:numPr>
          <w:ilvl w:val="0"/>
          <w:numId w:val="8"/>
        </w:numPr>
        <w:spacing w:before="0" w:line="276" w:lineRule="auto"/>
      </w:pPr>
      <w:r>
        <w:t>IK 10</w:t>
      </w:r>
    </w:p>
    <w:p w:rsidR="00115FA6" w:rsidRDefault="00115FA6" w:rsidP="00D95B95">
      <w:pPr>
        <w:spacing w:before="0" w:line="276" w:lineRule="auto"/>
      </w:pPr>
    </w:p>
    <w:p w:rsidR="00115FA6" w:rsidRPr="00A33103" w:rsidRDefault="00115FA6" w:rsidP="00A33103">
      <w:pPr>
        <w:spacing w:before="0" w:after="160" w:line="259" w:lineRule="auto"/>
        <w:jc w:val="left"/>
        <w:rPr>
          <w:b/>
        </w:rPr>
      </w:pPr>
      <w:r>
        <w:rPr>
          <w:b/>
        </w:rPr>
        <w:t xml:space="preserve">2.5.3 </w:t>
      </w:r>
      <w:r w:rsidRPr="009405DA">
        <w:rPr>
          <w:b/>
        </w:rPr>
        <w:t xml:space="preserve">Parametry rejestratora IP </w:t>
      </w:r>
      <w:r w:rsidRPr="00581B2D">
        <w:t xml:space="preserve">(np. </w:t>
      </w:r>
      <w:r w:rsidRPr="00581B2D">
        <w:rPr>
          <w:bCs/>
        </w:rPr>
        <w:t xml:space="preserve">REJESTRATOR IP </w:t>
      </w:r>
      <w:r w:rsidRPr="00C207C2">
        <w:rPr>
          <w:bCs/>
        </w:rPr>
        <w:t>DAHUA NVR4216-</w:t>
      </w:r>
      <w:r>
        <w:rPr>
          <w:bCs/>
        </w:rPr>
        <w:t>4kS3</w:t>
      </w:r>
      <w:r w:rsidRPr="00581B2D">
        <w:t>):</w:t>
      </w:r>
    </w:p>
    <w:p w:rsidR="00115FA6" w:rsidRPr="00883B0E" w:rsidRDefault="00115FA6" w:rsidP="0079761A">
      <w:pPr>
        <w:pStyle w:val="ListParagraph"/>
        <w:numPr>
          <w:ilvl w:val="0"/>
          <w:numId w:val="6"/>
        </w:numPr>
        <w:spacing w:before="0" w:line="276" w:lineRule="auto"/>
      </w:pPr>
      <w:r>
        <w:t>min. 16 kanałów IP</w:t>
      </w:r>
    </w:p>
    <w:p w:rsidR="00115FA6" w:rsidRPr="00883B0E" w:rsidRDefault="00115FA6" w:rsidP="0079761A">
      <w:pPr>
        <w:pStyle w:val="ListParagraph"/>
        <w:numPr>
          <w:ilvl w:val="0"/>
          <w:numId w:val="6"/>
        </w:numPr>
        <w:spacing w:line="276" w:lineRule="auto"/>
      </w:pPr>
      <w:r w:rsidRPr="006C7B56">
        <w:t>Protok</w:t>
      </w:r>
      <w:r>
        <w:t>ó</w:t>
      </w:r>
      <w:r w:rsidRPr="006C7B56">
        <w:t>ł: TCP/IP</w:t>
      </w:r>
    </w:p>
    <w:p w:rsidR="00115FA6" w:rsidRPr="00883B0E" w:rsidRDefault="00115FA6" w:rsidP="0079761A">
      <w:pPr>
        <w:pStyle w:val="ListParagraph"/>
        <w:numPr>
          <w:ilvl w:val="0"/>
          <w:numId w:val="6"/>
        </w:numPr>
        <w:spacing w:line="276" w:lineRule="auto"/>
      </w:pPr>
      <w:r w:rsidRPr="00883B0E">
        <w:t xml:space="preserve">Nagrywanie rozdzielczości min. </w:t>
      </w:r>
      <w:r>
        <w:t>4</w:t>
      </w:r>
      <w:r w:rsidRPr="00883B0E">
        <w:t>Mpix</w:t>
      </w:r>
    </w:p>
    <w:p w:rsidR="00115FA6" w:rsidRPr="00883B0E" w:rsidRDefault="00115FA6" w:rsidP="0079761A">
      <w:pPr>
        <w:pStyle w:val="ListParagraph"/>
        <w:numPr>
          <w:ilvl w:val="0"/>
          <w:numId w:val="6"/>
        </w:numPr>
        <w:spacing w:line="276" w:lineRule="auto"/>
      </w:pPr>
      <w:r w:rsidRPr="00883B0E">
        <w:t>Kompresja H.26</w:t>
      </w:r>
      <w:r>
        <w:t xml:space="preserve">5, </w:t>
      </w:r>
      <w:r w:rsidRPr="00883B0E">
        <w:t>H.265</w:t>
      </w:r>
      <w:r>
        <w:t>+</w:t>
      </w:r>
    </w:p>
    <w:p w:rsidR="00115FA6" w:rsidRPr="00883B0E" w:rsidRDefault="00115FA6" w:rsidP="0079761A">
      <w:pPr>
        <w:pStyle w:val="ListParagraph"/>
        <w:numPr>
          <w:ilvl w:val="0"/>
          <w:numId w:val="6"/>
        </w:numPr>
        <w:spacing w:line="276" w:lineRule="auto"/>
      </w:pPr>
      <w:r w:rsidRPr="00883B0E">
        <w:t xml:space="preserve">Porty HDMI, VGA, USB 3.0, RS-485, RJ-45, </w:t>
      </w:r>
      <w:r>
        <w:t>2</w:t>
      </w:r>
      <w:r w:rsidRPr="00883B0E">
        <w:t>xSata III</w:t>
      </w:r>
    </w:p>
    <w:p w:rsidR="00115FA6" w:rsidRDefault="00115FA6" w:rsidP="0079761A">
      <w:pPr>
        <w:pStyle w:val="ListParagraph"/>
        <w:numPr>
          <w:ilvl w:val="0"/>
          <w:numId w:val="6"/>
        </w:numPr>
        <w:spacing w:line="276" w:lineRule="auto"/>
      </w:pPr>
      <w:r>
        <w:t>1x</w:t>
      </w:r>
      <w:r w:rsidRPr="00883B0E">
        <w:t xml:space="preserve">HDD o pojemności </w:t>
      </w:r>
      <w:r w:rsidRPr="00B42515">
        <w:rPr>
          <w:b/>
        </w:rPr>
        <w:t>umożliwiającej rejestrację min. 30 dni</w:t>
      </w:r>
      <w:r w:rsidRPr="00883B0E">
        <w:t xml:space="preserve"> wszystkich kanałów w rozdzielczości </w:t>
      </w:r>
      <w:r>
        <w:t>4K@</w:t>
      </w:r>
      <w:r w:rsidRPr="002D5890">
        <w:rPr>
          <w:color w:val="222222"/>
          <w:shd w:val="clear" w:color="auto" w:fill="FFFFFF"/>
        </w:rPr>
        <w:t>2</w:t>
      </w:r>
      <w:r>
        <w:t>0</w:t>
      </w:r>
      <w:r w:rsidRPr="00883B0E">
        <w:t>kl/s</w:t>
      </w:r>
      <w:r>
        <w:t>, nie mniejszy niż 10TB</w:t>
      </w:r>
      <w:bookmarkStart w:id="68" w:name="_GoBack"/>
      <w:bookmarkEnd w:id="68"/>
    </w:p>
    <w:p w:rsidR="00115FA6" w:rsidRDefault="00115FA6" w:rsidP="0079761A">
      <w:pPr>
        <w:pStyle w:val="ListParagraph"/>
        <w:numPr>
          <w:ilvl w:val="0"/>
          <w:numId w:val="6"/>
        </w:numPr>
        <w:spacing w:line="276" w:lineRule="auto"/>
      </w:pPr>
      <w:r>
        <w:t>prędkość nagrywania minimum 60Mb/s</w:t>
      </w:r>
    </w:p>
    <w:p w:rsidR="00115FA6" w:rsidRDefault="00115FA6" w:rsidP="00581B2D">
      <w:pPr>
        <w:ind w:left="360"/>
        <w:rPr>
          <w:b/>
        </w:rPr>
      </w:pPr>
      <w:r>
        <w:t>Zamawiający wymaga wykorzystania dedykowanego zewnętrznego switcha z zasilaniem PoE.</w:t>
      </w:r>
    </w:p>
    <w:p w:rsidR="00115FA6" w:rsidRPr="00240831" w:rsidRDefault="00115FA6" w:rsidP="002B2DE2">
      <w:pPr>
        <w:rPr>
          <w:b/>
        </w:rPr>
      </w:pPr>
      <w:r>
        <w:rPr>
          <w:b/>
        </w:rPr>
        <w:t>2.5.4 Switch PoE</w:t>
      </w:r>
      <w:r w:rsidRPr="00240831">
        <w:rPr>
          <w:b/>
        </w:rPr>
        <w:t>:</w:t>
      </w:r>
    </w:p>
    <w:p w:rsidR="00115FA6" w:rsidRPr="002B2DE2" w:rsidRDefault="00115FA6" w:rsidP="00566195">
      <w:pPr>
        <w:numPr>
          <w:ilvl w:val="0"/>
          <w:numId w:val="12"/>
        </w:numPr>
        <w:spacing w:before="0" w:line="276" w:lineRule="auto"/>
      </w:pPr>
      <w:r w:rsidRPr="002B2DE2">
        <w:t xml:space="preserve">Rodzaj obudowy: </w:t>
      </w:r>
      <w:r>
        <w:t>do montażu w szafie Rack</w:t>
      </w:r>
    </w:p>
    <w:p w:rsidR="00115FA6" w:rsidRPr="002B2DE2" w:rsidRDefault="00115FA6" w:rsidP="00566195">
      <w:pPr>
        <w:numPr>
          <w:ilvl w:val="0"/>
          <w:numId w:val="12"/>
        </w:numPr>
        <w:spacing w:before="0" w:line="276" w:lineRule="auto"/>
      </w:pPr>
      <w:r w:rsidRPr="002B2DE2">
        <w:t xml:space="preserve">Liczba portów POE: </w:t>
      </w:r>
      <w:r>
        <w:t>zapewniająca prawidłową pracę systemu (jednej port do jednej kamery)</w:t>
      </w:r>
    </w:p>
    <w:p w:rsidR="00115FA6" w:rsidRDefault="00115FA6" w:rsidP="00566195">
      <w:pPr>
        <w:numPr>
          <w:ilvl w:val="0"/>
          <w:numId w:val="13"/>
        </w:numPr>
        <w:spacing w:before="0" w:line="276" w:lineRule="auto"/>
      </w:pPr>
      <w:r w:rsidRPr="002B2DE2">
        <w:t xml:space="preserve">zabezpieczenie przed wyładowaniami atmosferycznymi i różnicami potencjałów pomiędzy urządzeniami </w:t>
      </w:r>
    </w:p>
    <w:p w:rsidR="00115FA6" w:rsidRDefault="00115FA6" w:rsidP="00566195">
      <w:pPr>
        <w:numPr>
          <w:ilvl w:val="0"/>
          <w:numId w:val="13"/>
        </w:numPr>
        <w:spacing w:before="0" w:line="276" w:lineRule="auto"/>
      </w:pPr>
      <w:r w:rsidRPr="009C6A28">
        <w:rPr>
          <w:bCs/>
        </w:rPr>
        <w:t>Diody LED:</w:t>
      </w:r>
      <w:r w:rsidRPr="002B2DE2">
        <w:t xml:space="preserve"> Power, Link/Act, PoE</w:t>
      </w:r>
    </w:p>
    <w:p w:rsidR="00115FA6" w:rsidRDefault="00115FA6" w:rsidP="00566195">
      <w:pPr>
        <w:numPr>
          <w:ilvl w:val="0"/>
          <w:numId w:val="13"/>
        </w:numPr>
        <w:spacing w:before="0" w:line="276" w:lineRule="auto"/>
      </w:pPr>
      <w:r>
        <w:t>Szybkość transmisji 10/100/1000 Mb/s</w:t>
      </w:r>
    </w:p>
    <w:p w:rsidR="00115FA6" w:rsidRDefault="00115FA6" w:rsidP="00566195">
      <w:pPr>
        <w:numPr>
          <w:ilvl w:val="0"/>
          <w:numId w:val="13"/>
        </w:numPr>
        <w:spacing w:before="0" w:line="276" w:lineRule="auto"/>
      </w:pPr>
      <w:r>
        <w:t>2 porty Uplink 1000 Mb/s, 2x porty SFP</w:t>
      </w:r>
    </w:p>
    <w:p w:rsidR="00115FA6" w:rsidRDefault="00115FA6" w:rsidP="007F40CE">
      <w:pPr>
        <w:spacing w:before="0" w:line="276" w:lineRule="auto"/>
      </w:pPr>
    </w:p>
    <w:p w:rsidR="00115FA6" w:rsidRPr="001A63AF" w:rsidRDefault="00115FA6" w:rsidP="001A63AF">
      <w:pPr>
        <w:rPr>
          <w:b/>
        </w:rPr>
      </w:pPr>
      <w:r>
        <w:rPr>
          <w:b/>
        </w:rPr>
        <w:t>2.5.5 Parametry Monitora</w:t>
      </w:r>
    </w:p>
    <w:p w:rsidR="00115FA6" w:rsidRPr="00883B0E" w:rsidRDefault="00115FA6" w:rsidP="00C270CC">
      <w:pPr>
        <w:pStyle w:val="ListParagraph"/>
        <w:numPr>
          <w:ilvl w:val="0"/>
          <w:numId w:val="11"/>
        </w:numPr>
        <w:spacing w:line="276" w:lineRule="auto"/>
      </w:pPr>
      <w:bookmarkStart w:id="69" w:name="_Toc510777290"/>
      <w:bookmarkStart w:id="70" w:name="_Toc510778839"/>
      <w:r w:rsidRPr="00883B0E">
        <w:t>Przekątna min</w:t>
      </w:r>
      <w:r>
        <w:t>40</w:t>
      </w:r>
      <w:r w:rsidRPr="00883B0E">
        <w:t>”</w:t>
      </w:r>
    </w:p>
    <w:p w:rsidR="00115FA6" w:rsidRPr="00883B0E" w:rsidRDefault="00115FA6" w:rsidP="00C270CC">
      <w:pPr>
        <w:pStyle w:val="ListParagraph"/>
        <w:numPr>
          <w:ilvl w:val="0"/>
          <w:numId w:val="11"/>
        </w:numPr>
        <w:spacing w:line="276" w:lineRule="auto"/>
      </w:pPr>
      <w:r>
        <w:t>Wejście HDMI</w:t>
      </w:r>
    </w:p>
    <w:p w:rsidR="00115FA6" w:rsidRDefault="00115FA6" w:rsidP="00C270CC">
      <w:pPr>
        <w:pStyle w:val="ListParagraph"/>
        <w:numPr>
          <w:ilvl w:val="0"/>
          <w:numId w:val="11"/>
        </w:numPr>
        <w:spacing w:line="276" w:lineRule="auto"/>
      </w:pPr>
      <w:r w:rsidRPr="00883B0E">
        <w:t xml:space="preserve">Zgodny z Full HD </w:t>
      </w:r>
    </w:p>
    <w:p w:rsidR="00115FA6" w:rsidRDefault="00115FA6" w:rsidP="00C270CC">
      <w:pPr>
        <w:pStyle w:val="ListParagraph"/>
        <w:numPr>
          <w:ilvl w:val="0"/>
          <w:numId w:val="11"/>
        </w:numPr>
        <w:spacing w:line="276" w:lineRule="auto"/>
      </w:pPr>
      <w:r w:rsidRPr="00883B0E">
        <w:t>Uchwyt ścienny VESA</w:t>
      </w:r>
    </w:p>
    <w:p w:rsidR="00115FA6" w:rsidRPr="00883B0E" w:rsidRDefault="00115FA6" w:rsidP="00C270CC">
      <w:pPr>
        <w:pStyle w:val="ListParagraph"/>
        <w:numPr>
          <w:ilvl w:val="0"/>
          <w:numId w:val="11"/>
        </w:numPr>
        <w:spacing w:line="276" w:lineRule="auto"/>
      </w:pPr>
      <w:r>
        <w:t>dedykowany do systemów CCTV, do pracy ciągłej w trybie 24h/7dni</w:t>
      </w:r>
    </w:p>
    <w:p w:rsidR="00115FA6" w:rsidRPr="00240831" w:rsidRDefault="00115FA6" w:rsidP="00240831">
      <w:pPr>
        <w:rPr>
          <w:b/>
        </w:rPr>
      </w:pPr>
      <w:r>
        <w:rPr>
          <w:b/>
        </w:rPr>
        <w:t xml:space="preserve">2.5.6 </w:t>
      </w:r>
      <w:r w:rsidRPr="00240831">
        <w:rPr>
          <w:b/>
        </w:rPr>
        <w:t>Parametry UPS:</w:t>
      </w:r>
      <w:bookmarkEnd w:id="69"/>
      <w:bookmarkEnd w:id="70"/>
    </w:p>
    <w:p w:rsidR="00115FA6" w:rsidRDefault="00115FA6" w:rsidP="00FB4775">
      <w:pPr>
        <w:rPr>
          <w:b/>
        </w:rPr>
      </w:pPr>
      <w:bookmarkStart w:id="71" w:name="_Toc510777291"/>
      <w:bookmarkStart w:id="72" w:name="_Toc510778840"/>
      <w:r w:rsidRPr="00883B0E">
        <w:t>Zasilacz awaryjny UPS umożliwiający podpięcie wszystkich komponentów systemu</w:t>
      </w:r>
      <w:r>
        <w:t xml:space="preserve"> CCTV</w:t>
      </w:r>
      <w:r w:rsidRPr="00883B0E">
        <w:t xml:space="preserve"> (</w:t>
      </w:r>
      <w:r>
        <w:t xml:space="preserve">w tym m. in. zainstalowanych </w:t>
      </w:r>
      <w:r w:rsidRPr="00883B0E">
        <w:t>kamer, rejestratora, monitora</w:t>
      </w:r>
      <w:r>
        <w:t>, switcha</w:t>
      </w:r>
      <w:r w:rsidRPr="00883B0E">
        <w:t xml:space="preserve">) i gwarantujący pracę systemu </w:t>
      </w:r>
      <w:r>
        <w:t xml:space="preserve">w przypadku braku zasilania </w:t>
      </w:r>
      <w:r w:rsidRPr="00883B0E">
        <w:t>przez min. 30 min. Ponadto Zamawiający wymaga</w:t>
      </w:r>
      <w:r>
        <w:t>,</w:t>
      </w:r>
      <w:r w:rsidRPr="00883B0E">
        <w:t xml:space="preserve"> aby urządzenia gwarantowały zabezpieczenie przed przepięciami, </w:t>
      </w:r>
      <w:r>
        <w:t xml:space="preserve">wyładowaniami atmosferycznymi, </w:t>
      </w:r>
      <w:r w:rsidRPr="00883B0E">
        <w:t>itp. Powinny posiadać funkcjonalność automatycznego włączania i wyłączania w przypadku zaniku i powrotu zasilania z głównego źródła a także wizualny wskaźnik stanu pracy (LED). Ponadto pożądane jest</w:t>
      </w:r>
      <w:r>
        <w:t>,</w:t>
      </w:r>
      <w:r w:rsidRPr="00883B0E">
        <w:t xml:space="preserve"> aby producent urządzenia gwarantował co najmniej 3 letni okres żywotności baterii.</w:t>
      </w:r>
      <w:bookmarkEnd w:id="71"/>
      <w:bookmarkEnd w:id="72"/>
    </w:p>
    <w:p w:rsidR="00115FA6" w:rsidRDefault="00115FA6" w:rsidP="00A33103">
      <w:pPr>
        <w:spacing w:before="0" w:after="160" w:line="259" w:lineRule="auto"/>
        <w:rPr>
          <w:b/>
          <w:caps/>
          <w:color w:val="632423"/>
          <w:spacing w:val="20"/>
          <w:sz w:val="24"/>
          <w:szCs w:val="28"/>
        </w:rPr>
      </w:pPr>
      <w:bookmarkStart w:id="73" w:name="_Toc510777292"/>
      <w:bookmarkStart w:id="74" w:name="_Toc510778841"/>
      <w:r>
        <w:t>UWAGA: do UPS należy podłączyć wszystkie urządzenia wykonanego systemu CCTV(kamery, monitor, switche, rejestrator, pozostałe urządzenia wchodzące w skład systemu).</w:t>
      </w:r>
      <w:r>
        <w:br w:type="page"/>
      </w:r>
    </w:p>
    <w:p w:rsidR="00115FA6" w:rsidRPr="00883B0E" w:rsidRDefault="00115FA6" w:rsidP="002D5890">
      <w:pPr>
        <w:pStyle w:val="Heading1"/>
      </w:pPr>
      <w:bookmarkStart w:id="75" w:name="_Toc62737328"/>
      <w:r w:rsidRPr="00883B0E">
        <w:t>Część informacyjna.</w:t>
      </w:r>
      <w:bookmarkEnd w:id="73"/>
      <w:bookmarkEnd w:id="74"/>
      <w:bookmarkEnd w:id="75"/>
    </w:p>
    <w:p w:rsidR="00115FA6" w:rsidRPr="00883B0E" w:rsidRDefault="00115FA6" w:rsidP="00443AA8">
      <w:pPr>
        <w:spacing w:before="100" w:beforeAutospacing="1" w:after="100" w:afterAutospacing="1"/>
        <w:rPr>
          <w:rFonts w:cs="Calibri"/>
        </w:rPr>
      </w:pPr>
      <w:r w:rsidRPr="00883B0E">
        <w:rPr>
          <w:rFonts w:cs="Calibri"/>
        </w:rPr>
        <w:t>Wykonawca jest zobowiązany do realizacji zadania spełniając przepisy prawne:</w:t>
      </w:r>
    </w:p>
    <w:p w:rsidR="00115FA6" w:rsidRPr="00883B0E" w:rsidRDefault="00115FA6" w:rsidP="00C270CC">
      <w:pPr>
        <w:numPr>
          <w:ilvl w:val="0"/>
          <w:numId w:val="2"/>
        </w:numPr>
        <w:spacing w:before="100" w:beforeAutospacing="1" w:after="100" w:afterAutospacing="1"/>
        <w:rPr>
          <w:rFonts w:cs="Calibri"/>
        </w:rPr>
      </w:pPr>
      <w:r w:rsidRPr="00883B0E">
        <w:rPr>
          <w:rFonts w:cs="Calibri"/>
        </w:rPr>
        <w:t>Rozporządzenie Ministra Spraw Wewnętrznych i Administracji z dnia 16 czerwca 2003 r. w sprawie uzgadniania projektu budowlanego pod względem ochrony przeciwpożarowej (Dz. U. z 2003 r. Nr 121 poz. 1137),</w:t>
      </w:r>
    </w:p>
    <w:p w:rsidR="00115FA6" w:rsidRPr="00883B0E" w:rsidRDefault="00115FA6" w:rsidP="00C270CC">
      <w:pPr>
        <w:numPr>
          <w:ilvl w:val="0"/>
          <w:numId w:val="2"/>
        </w:numPr>
        <w:spacing w:before="100" w:beforeAutospacing="1" w:after="100" w:afterAutospacing="1"/>
        <w:rPr>
          <w:rFonts w:cs="Calibri"/>
        </w:rPr>
      </w:pPr>
      <w:r w:rsidRPr="00883B0E">
        <w:rPr>
          <w:rFonts w:cs="Calibri"/>
        </w:rPr>
        <w:t>Rozporządzeniem Ministra Infrastruktury z dnia 2 września 2004 r. w sprawie szczegółowego zakresu i formy dokumentacji projektowej, specyfikacji technicznych wykonania i odbioru robót budowlanych oraz programu użytkowego (Dz. U. z 2004 r., nr 202, poz. 2072),</w:t>
      </w:r>
    </w:p>
    <w:p w:rsidR="00115FA6" w:rsidRPr="00883B0E" w:rsidRDefault="00115FA6" w:rsidP="00C270CC">
      <w:pPr>
        <w:numPr>
          <w:ilvl w:val="0"/>
          <w:numId w:val="2"/>
        </w:numPr>
        <w:spacing w:before="100" w:beforeAutospacing="1" w:after="100" w:afterAutospacing="1"/>
        <w:rPr>
          <w:rFonts w:cs="Calibri"/>
        </w:rPr>
      </w:pPr>
      <w:r w:rsidRPr="00883B0E">
        <w:rPr>
          <w:rFonts w:cs="Calibri"/>
        </w:rPr>
        <w:t>Rozporządzenie Ministra Infrastruktury z dnia 3 lipca 2003 r. w sprawie szczegółowego zakresu i formy projektu budowlanego (Dz. U. z 2003 r. Nr 120, poz. 1133),</w:t>
      </w:r>
    </w:p>
    <w:p w:rsidR="00115FA6" w:rsidRPr="00883B0E" w:rsidRDefault="00115FA6" w:rsidP="00C270CC">
      <w:pPr>
        <w:numPr>
          <w:ilvl w:val="0"/>
          <w:numId w:val="2"/>
        </w:numPr>
        <w:spacing w:before="100" w:beforeAutospacing="1" w:after="100" w:afterAutospacing="1"/>
        <w:rPr>
          <w:rFonts w:cs="Calibri"/>
        </w:rPr>
      </w:pPr>
      <w:r w:rsidRPr="00883B0E">
        <w:rPr>
          <w:rFonts w:cs="Calibri"/>
        </w:rPr>
        <w:t>Ustawa z dnia 7 lipca 1994 r – Prawo budowlane (tekst jednolity: Dz.U z 2006 r. nr 156 poz. 1118 z późniejszymi zmianami),</w:t>
      </w:r>
    </w:p>
    <w:p w:rsidR="00115FA6" w:rsidRPr="00883B0E" w:rsidRDefault="00115FA6" w:rsidP="00C270CC">
      <w:pPr>
        <w:numPr>
          <w:ilvl w:val="0"/>
          <w:numId w:val="2"/>
        </w:numPr>
        <w:spacing w:before="100" w:beforeAutospacing="1" w:after="100" w:afterAutospacing="1"/>
        <w:rPr>
          <w:rFonts w:cs="Calibri"/>
        </w:rPr>
      </w:pPr>
      <w:bookmarkStart w:id="76" w:name="1._Normy_zwi%2525C4%252585zane_z_instala"/>
      <w:bookmarkEnd w:id="76"/>
      <w:r w:rsidRPr="00883B0E">
        <w:rPr>
          <w:rFonts w:cs="Calibri"/>
        </w:rPr>
        <w:t>inne ustawy i rozporządzenia, Polskie Normy, zasady wiedzy technicznej i sztuki budowlanej które obejmują swoim zakresem realizację zamówienia.</w:t>
      </w:r>
    </w:p>
    <w:p w:rsidR="00115FA6" w:rsidRDefault="00115FA6" w:rsidP="002D5366">
      <w:pPr>
        <w:rPr>
          <w:rFonts w:cs="Calibri"/>
        </w:rPr>
      </w:pPr>
    </w:p>
    <w:sectPr w:rsidR="00115FA6" w:rsidSect="00CE7D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FA6" w:rsidRDefault="00115FA6">
      <w:pPr>
        <w:spacing w:line="240" w:lineRule="auto"/>
      </w:pPr>
      <w:r>
        <w:separator/>
      </w:r>
    </w:p>
    <w:p w:rsidR="00115FA6" w:rsidRDefault="00115FA6"/>
    <w:p w:rsidR="00115FA6" w:rsidRDefault="00115FA6" w:rsidP="00757CBA"/>
  </w:endnote>
  <w:endnote w:type="continuationSeparator" w:id="1">
    <w:p w:rsidR="00115FA6" w:rsidRDefault="00115FA6">
      <w:pPr>
        <w:spacing w:line="240" w:lineRule="auto"/>
      </w:pPr>
      <w:r>
        <w:continuationSeparator/>
      </w:r>
    </w:p>
    <w:p w:rsidR="00115FA6" w:rsidRDefault="00115FA6"/>
    <w:p w:rsidR="00115FA6" w:rsidRDefault="00115FA6" w:rsidP="00757CB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FA6" w:rsidRDefault="00115FA6" w:rsidP="00A74C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5FA6" w:rsidRDefault="00115F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FA6" w:rsidRDefault="00115FA6" w:rsidP="00A74C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115FA6" w:rsidRDefault="00115F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FA6" w:rsidRDefault="00115FA6">
      <w:pPr>
        <w:spacing w:line="240" w:lineRule="auto"/>
      </w:pPr>
      <w:r>
        <w:separator/>
      </w:r>
    </w:p>
    <w:p w:rsidR="00115FA6" w:rsidRDefault="00115FA6"/>
    <w:p w:rsidR="00115FA6" w:rsidRDefault="00115FA6" w:rsidP="00757CBA"/>
  </w:footnote>
  <w:footnote w:type="continuationSeparator" w:id="1">
    <w:p w:rsidR="00115FA6" w:rsidRDefault="00115FA6">
      <w:pPr>
        <w:spacing w:line="240" w:lineRule="auto"/>
      </w:pPr>
      <w:r>
        <w:continuationSeparator/>
      </w:r>
    </w:p>
    <w:p w:rsidR="00115FA6" w:rsidRDefault="00115FA6"/>
    <w:p w:rsidR="00115FA6" w:rsidRDefault="00115FA6" w:rsidP="00757CB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FA6" w:rsidRPr="00501CC4" w:rsidRDefault="00115FA6" w:rsidP="00501CC4">
    <w:pPr>
      <w:pStyle w:val="Header"/>
      <w:pBdr>
        <w:bottom w:val="single" w:sz="6" w:space="1" w:color="auto"/>
      </w:pBdr>
      <w:jc w:val="right"/>
      <w:rPr>
        <w:i/>
        <w:sz w:val="20"/>
      </w:rPr>
    </w:pPr>
    <w:r>
      <w:rPr>
        <w:i/>
        <w:sz w:val="20"/>
      </w:rPr>
      <w:t>PFU, PP Łagiewniki, ul. Sportowa 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</w:abstractNum>
  <w:abstractNum w:abstractNumId="1">
    <w:nsid w:val="063021DC"/>
    <w:multiLevelType w:val="hybridMultilevel"/>
    <w:tmpl w:val="732031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8C4BC9"/>
    <w:multiLevelType w:val="multilevel"/>
    <w:tmpl w:val="3D4CE356"/>
    <w:styleLink w:val="WW8Num21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>
    <w:nsid w:val="134E4487"/>
    <w:multiLevelType w:val="multilevel"/>
    <w:tmpl w:val="6904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D45D7"/>
    <w:multiLevelType w:val="hybridMultilevel"/>
    <w:tmpl w:val="F238F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232953"/>
    <w:multiLevelType w:val="hybridMultilevel"/>
    <w:tmpl w:val="0B2E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EE4D54"/>
    <w:multiLevelType w:val="hybridMultilevel"/>
    <w:tmpl w:val="A9B04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257B05"/>
    <w:multiLevelType w:val="hybridMultilevel"/>
    <w:tmpl w:val="7A0A6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AA6606"/>
    <w:multiLevelType w:val="hybridMultilevel"/>
    <w:tmpl w:val="9A5AE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6285B"/>
    <w:multiLevelType w:val="hybridMultilevel"/>
    <w:tmpl w:val="C2EED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141AC"/>
    <w:multiLevelType w:val="hybridMultilevel"/>
    <w:tmpl w:val="EE20D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E14E40"/>
    <w:multiLevelType w:val="multilevel"/>
    <w:tmpl w:val="417E0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C66B4D"/>
    <w:multiLevelType w:val="hybridMultilevel"/>
    <w:tmpl w:val="71821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B87AEC"/>
    <w:multiLevelType w:val="hybridMultilevel"/>
    <w:tmpl w:val="E0AA6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5706D"/>
    <w:multiLevelType w:val="hybridMultilevel"/>
    <w:tmpl w:val="C8304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336EBF"/>
    <w:multiLevelType w:val="multilevel"/>
    <w:tmpl w:val="BAD0332C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73A67A86"/>
    <w:multiLevelType w:val="hybridMultilevel"/>
    <w:tmpl w:val="96048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10"/>
  </w:num>
  <w:num w:numId="8">
    <w:abstractNumId w:val="4"/>
  </w:num>
  <w:num w:numId="9">
    <w:abstractNumId w:val="13"/>
  </w:num>
  <w:num w:numId="10">
    <w:abstractNumId w:val="16"/>
  </w:num>
  <w:num w:numId="11">
    <w:abstractNumId w:val="9"/>
  </w:num>
  <w:num w:numId="12">
    <w:abstractNumId w:val="11"/>
  </w:num>
  <w:num w:numId="13">
    <w:abstractNumId w:val="3"/>
  </w:num>
  <w:num w:numId="14">
    <w:abstractNumId w:val="2"/>
  </w:num>
  <w:num w:numId="15">
    <w:abstractNumId w:val="5"/>
  </w:num>
  <w:num w:numId="16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66"/>
    <w:rsid w:val="000036F7"/>
    <w:rsid w:val="00022256"/>
    <w:rsid w:val="000455A9"/>
    <w:rsid w:val="000522A1"/>
    <w:rsid w:val="0005704A"/>
    <w:rsid w:val="00070327"/>
    <w:rsid w:val="00077E76"/>
    <w:rsid w:val="00083DFC"/>
    <w:rsid w:val="000952B1"/>
    <w:rsid w:val="0010796E"/>
    <w:rsid w:val="0011156E"/>
    <w:rsid w:val="00115FA6"/>
    <w:rsid w:val="00142F2D"/>
    <w:rsid w:val="00146CC4"/>
    <w:rsid w:val="00146FB2"/>
    <w:rsid w:val="001812FF"/>
    <w:rsid w:val="001A63AF"/>
    <w:rsid w:val="001B5534"/>
    <w:rsid w:val="001C1BAA"/>
    <w:rsid w:val="001C586C"/>
    <w:rsid w:val="001C66BD"/>
    <w:rsid w:val="00204DA7"/>
    <w:rsid w:val="002329F2"/>
    <w:rsid w:val="002376E6"/>
    <w:rsid w:val="00240831"/>
    <w:rsid w:val="00252C96"/>
    <w:rsid w:val="00253241"/>
    <w:rsid w:val="00255DC5"/>
    <w:rsid w:val="00261620"/>
    <w:rsid w:val="00273A25"/>
    <w:rsid w:val="00280C1B"/>
    <w:rsid w:val="00283C43"/>
    <w:rsid w:val="00290EEC"/>
    <w:rsid w:val="002910B4"/>
    <w:rsid w:val="002A07E8"/>
    <w:rsid w:val="002A3954"/>
    <w:rsid w:val="002B00B5"/>
    <w:rsid w:val="002B2DE2"/>
    <w:rsid w:val="002B4865"/>
    <w:rsid w:val="002B6197"/>
    <w:rsid w:val="002C11CB"/>
    <w:rsid w:val="002C25A5"/>
    <w:rsid w:val="002C26B6"/>
    <w:rsid w:val="002C4C10"/>
    <w:rsid w:val="002C6553"/>
    <w:rsid w:val="002D5366"/>
    <w:rsid w:val="002D5890"/>
    <w:rsid w:val="002D6F38"/>
    <w:rsid w:val="002E3E7F"/>
    <w:rsid w:val="002F2456"/>
    <w:rsid w:val="002F6F96"/>
    <w:rsid w:val="002F78BC"/>
    <w:rsid w:val="00305581"/>
    <w:rsid w:val="00315283"/>
    <w:rsid w:val="00337523"/>
    <w:rsid w:val="00340C9F"/>
    <w:rsid w:val="00346B08"/>
    <w:rsid w:val="00351F6E"/>
    <w:rsid w:val="00354CB1"/>
    <w:rsid w:val="00370F4A"/>
    <w:rsid w:val="0037672B"/>
    <w:rsid w:val="00380179"/>
    <w:rsid w:val="00383A63"/>
    <w:rsid w:val="003A5564"/>
    <w:rsid w:val="003B3C34"/>
    <w:rsid w:val="003B3C4B"/>
    <w:rsid w:val="003B5B98"/>
    <w:rsid w:val="003B7806"/>
    <w:rsid w:val="003B7CBE"/>
    <w:rsid w:val="003C363E"/>
    <w:rsid w:val="003E0AA5"/>
    <w:rsid w:val="003F47F2"/>
    <w:rsid w:val="003F7826"/>
    <w:rsid w:val="004009D5"/>
    <w:rsid w:val="00411B16"/>
    <w:rsid w:val="004121D1"/>
    <w:rsid w:val="00417485"/>
    <w:rsid w:val="00422FE5"/>
    <w:rsid w:val="0042524D"/>
    <w:rsid w:val="004422B0"/>
    <w:rsid w:val="00443AA8"/>
    <w:rsid w:val="00457372"/>
    <w:rsid w:val="00463869"/>
    <w:rsid w:val="00474D20"/>
    <w:rsid w:val="00481400"/>
    <w:rsid w:val="00491051"/>
    <w:rsid w:val="004C5A5B"/>
    <w:rsid w:val="004F134B"/>
    <w:rsid w:val="004F3D65"/>
    <w:rsid w:val="00501CC4"/>
    <w:rsid w:val="00503FDD"/>
    <w:rsid w:val="0051042F"/>
    <w:rsid w:val="00516926"/>
    <w:rsid w:val="00552697"/>
    <w:rsid w:val="00566195"/>
    <w:rsid w:val="0058059B"/>
    <w:rsid w:val="00580873"/>
    <w:rsid w:val="00581B2D"/>
    <w:rsid w:val="005852C7"/>
    <w:rsid w:val="00587255"/>
    <w:rsid w:val="0059472E"/>
    <w:rsid w:val="005964D9"/>
    <w:rsid w:val="0059710B"/>
    <w:rsid w:val="005B1954"/>
    <w:rsid w:val="00606E61"/>
    <w:rsid w:val="00623D60"/>
    <w:rsid w:val="00623F0D"/>
    <w:rsid w:val="0063328D"/>
    <w:rsid w:val="00637C2A"/>
    <w:rsid w:val="00650A1D"/>
    <w:rsid w:val="006522D0"/>
    <w:rsid w:val="006565F6"/>
    <w:rsid w:val="00684AEF"/>
    <w:rsid w:val="00687660"/>
    <w:rsid w:val="006B732A"/>
    <w:rsid w:val="006C1AE0"/>
    <w:rsid w:val="006C552C"/>
    <w:rsid w:val="006C56AB"/>
    <w:rsid w:val="006C7B56"/>
    <w:rsid w:val="00703BB1"/>
    <w:rsid w:val="00706DD4"/>
    <w:rsid w:val="00707C9B"/>
    <w:rsid w:val="0071386B"/>
    <w:rsid w:val="007349B4"/>
    <w:rsid w:val="00753A47"/>
    <w:rsid w:val="00754659"/>
    <w:rsid w:val="00757CBA"/>
    <w:rsid w:val="007613AE"/>
    <w:rsid w:val="0076165C"/>
    <w:rsid w:val="00764D36"/>
    <w:rsid w:val="00772591"/>
    <w:rsid w:val="00772C51"/>
    <w:rsid w:val="0079761A"/>
    <w:rsid w:val="00797772"/>
    <w:rsid w:val="007A226D"/>
    <w:rsid w:val="007B11DA"/>
    <w:rsid w:val="007B1BE2"/>
    <w:rsid w:val="007B2073"/>
    <w:rsid w:val="007B5D01"/>
    <w:rsid w:val="007C4476"/>
    <w:rsid w:val="007C5D4F"/>
    <w:rsid w:val="007F0A8F"/>
    <w:rsid w:val="007F40CE"/>
    <w:rsid w:val="00805044"/>
    <w:rsid w:val="00807751"/>
    <w:rsid w:val="00817921"/>
    <w:rsid w:val="00826275"/>
    <w:rsid w:val="008323B0"/>
    <w:rsid w:val="00834CBF"/>
    <w:rsid w:val="00836AFD"/>
    <w:rsid w:val="0084213B"/>
    <w:rsid w:val="00851A22"/>
    <w:rsid w:val="00861897"/>
    <w:rsid w:val="0086714F"/>
    <w:rsid w:val="008731D8"/>
    <w:rsid w:val="008767EC"/>
    <w:rsid w:val="00883B0E"/>
    <w:rsid w:val="00886D36"/>
    <w:rsid w:val="00890315"/>
    <w:rsid w:val="0089056D"/>
    <w:rsid w:val="00891FC8"/>
    <w:rsid w:val="008B66D6"/>
    <w:rsid w:val="008C34F5"/>
    <w:rsid w:val="008C4E32"/>
    <w:rsid w:val="008D60A9"/>
    <w:rsid w:val="008D779B"/>
    <w:rsid w:val="008E42AB"/>
    <w:rsid w:val="008E639B"/>
    <w:rsid w:val="008F1D01"/>
    <w:rsid w:val="008F3DA4"/>
    <w:rsid w:val="00911BFA"/>
    <w:rsid w:val="00921620"/>
    <w:rsid w:val="00937DD4"/>
    <w:rsid w:val="009405DA"/>
    <w:rsid w:val="00946742"/>
    <w:rsid w:val="009557E9"/>
    <w:rsid w:val="00962A2B"/>
    <w:rsid w:val="0096316F"/>
    <w:rsid w:val="00970362"/>
    <w:rsid w:val="00977C27"/>
    <w:rsid w:val="00980AAC"/>
    <w:rsid w:val="0099012A"/>
    <w:rsid w:val="00995FC2"/>
    <w:rsid w:val="009B46B0"/>
    <w:rsid w:val="009C1173"/>
    <w:rsid w:val="009C3294"/>
    <w:rsid w:val="009C3964"/>
    <w:rsid w:val="009C4D4A"/>
    <w:rsid w:val="009C6A28"/>
    <w:rsid w:val="009D55CD"/>
    <w:rsid w:val="009D7070"/>
    <w:rsid w:val="009E2AA6"/>
    <w:rsid w:val="00A03D67"/>
    <w:rsid w:val="00A135E5"/>
    <w:rsid w:val="00A21898"/>
    <w:rsid w:val="00A33103"/>
    <w:rsid w:val="00A43CB2"/>
    <w:rsid w:val="00A4448E"/>
    <w:rsid w:val="00A51BF4"/>
    <w:rsid w:val="00A53893"/>
    <w:rsid w:val="00A5621C"/>
    <w:rsid w:val="00A67A6E"/>
    <w:rsid w:val="00A74C3E"/>
    <w:rsid w:val="00A74E7F"/>
    <w:rsid w:val="00A84001"/>
    <w:rsid w:val="00A909E3"/>
    <w:rsid w:val="00A93C35"/>
    <w:rsid w:val="00AB69BD"/>
    <w:rsid w:val="00AB6B63"/>
    <w:rsid w:val="00AB7C8E"/>
    <w:rsid w:val="00AD6B4E"/>
    <w:rsid w:val="00AF4DFA"/>
    <w:rsid w:val="00AF63B0"/>
    <w:rsid w:val="00B02BDE"/>
    <w:rsid w:val="00B11C1D"/>
    <w:rsid w:val="00B140A4"/>
    <w:rsid w:val="00B15C37"/>
    <w:rsid w:val="00B42515"/>
    <w:rsid w:val="00B545BD"/>
    <w:rsid w:val="00B61680"/>
    <w:rsid w:val="00B67070"/>
    <w:rsid w:val="00B802D8"/>
    <w:rsid w:val="00B90BBA"/>
    <w:rsid w:val="00BA328C"/>
    <w:rsid w:val="00BA6B99"/>
    <w:rsid w:val="00BB1976"/>
    <w:rsid w:val="00BB3D06"/>
    <w:rsid w:val="00BB7243"/>
    <w:rsid w:val="00BF2845"/>
    <w:rsid w:val="00BF3692"/>
    <w:rsid w:val="00BF36C5"/>
    <w:rsid w:val="00C13D20"/>
    <w:rsid w:val="00C14217"/>
    <w:rsid w:val="00C207C2"/>
    <w:rsid w:val="00C270CC"/>
    <w:rsid w:val="00C303DB"/>
    <w:rsid w:val="00C44378"/>
    <w:rsid w:val="00C52A79"/>
    <w:rsid w:val="00C92405"/>
    <w:rsid w:val="00C92AC2"/>
    <w:rsid w:val="00CA4C03"/>
    <w:rsid w:val="00CA666A"/>
    <w:rsid w:val="00CC0361"/>
    <w:rsid w:val="00CC07C7"/>
    <w:rsid w:val="00CD6175"/>
    <w:rsid w:val="00CE3FEB"/>
    <w:rsid w:val="00CE7DEA"/>
    <w:rsid w:val="00D52536"/>
    <w:rsid w:val="00D7394E"/>
    <w:rsid w:val="00D95B95"/>
    <w:rsid w:val="00DA3FB2"/>
    <w:rsid w:val="00DA4AA2"/>
    <w:rsid w:val="00DA4E5F"/>
    <w:rsid w:val="00DC0DDD"/>
    <w:rsid w:val="00DC670C"/>
    <w:rsid w:val="00DD0E83"/>
    <w:rsid w:val="00DD1A09"/>
    <w:rsid w:val="00DD1BE2"/>
    <w:rsid w:val="00DE769D"/>
    <w:rsid w:val="00DF32AF"/>
    <w:rsid w:val="00E0043F"/>
    <w:rsid w:val="00E032E1"/>
    <w:rsid w:val="00E12AFB"/>
    <w:rsid w:val="00E12CDB"/>
    <w:rsid w:val="00E2021E"/>
    <w:rsid w:val="00E44546"/>
    <w:rsid w:val="00E616E9"/>
    <w:rsid w:val="00E917FD"/>
    <w:rsid w:val="00E93A85"/>
    <w:rsid w:val="00E96BF8"/>
    <w:rsid w:val="00E97693"/>
    <w:rsid w:val="00EA049D"/>
    <w:rsid w:val="00EA104D"/>
    <w:rsid w:val="00EA1531"/>
    <w:rsid w:val="00EA62B1"/>
    <w:rsid w:val="00EC13AC"/>
    <w:rsid w:val="00EC76FB"/>
    <w:rsid w:val="00EC79D4"/>
    <w:rsid w:val="00ED4568"/>
    <w:rsid w:val="00F218EA"/>
    <w:rsid w:val="00F26F0E"/>
    <w:rsid w:val="00F37949"/>
    <w:rsid w:val="00F5100B"/>
    <w:rsid w:val="00F57D5F"/>
    <w:rsid w:val="00F744F5"/>
    <w:rsid w:val="00F86474"/>
    <w:rsid w:val="00F87B24"/>
    <w:rsid w:val="00F92500"/>
    <w:rsid w:val="00FA4E0E"/>
    <w:rsid w:val="00FA668B"/>
    <w:rsid w:val="00FB4775"/>
    <w:rsid w:val="00FB655F"/>
    <w:rsid w:val="00FB7D23"/>
    <w:rsid w:val="00FD3896"/>
    <w:rsid w:val="00FE40F2"/>
    <w:rsid w:val="00FE62F4"/>
    <w:rsid w:val="00FE7AEE"/>
    <w:rsid w:val="00FF4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7C4476"/>
    <w:pPr>
      <w:spacing w:before="120" w:line="360" w:lineRule="auto"/>
      <w:jc w:val="both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40831"/>
    <w:pPr>
      <w:numPr>
        <w:numId w:val="5"/>
      </w:numPr>
      <w:pBdr>
        <w:bottom w:val="thinThickSmallGap" w:sz="12" w:space="1" w:color="943634"/>
      </w:pBdr>
      <w:spacing w:after="120"/>
      <w:ind w:left="431" w:hanging="431"/>
      <w:jc w:val="left"/>
      <w:outlineLvl w:val="0"/>
    </w:pPr>
    <w:rPr>
      <w:b/>
      <w:caps/>
      <w:color w:val="632423"/>
      <w:spacing w:val="20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5890"/>
    <w:pPr>
      <w:numPr>
        <w:ilvl w:val="1"/>
        <w:numId w:val="5"/>
      </w:numPr>
      <w:pBdr>
        <w:bottom w:val="single" w:sz="4" w:space="1" w:color="622423"/>
      </w:pBdr>
      <w:spacing w:before="400"/>
      <w:jc w:val="left"/>
      <w:outlineLvl w:val="1"/>
    </w:pPr>
    <w:rPr>
      <w:rFonts w:cs="Calibri"/>
      <w:b/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5890"/>
    <w:pPr>
      <w:keepNext/>
      <w:keepLines/>
      <w:numPr>
        <w:ilvl w:val="2"/>
        <w:numId w:val="5"/>
      </w:numPr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5890"/>
    <w:pPr>
      <w:keepNext/>
      <w:keepLines/>
      <w:numPr>
        <w:ilvl w:val="3"/>
        <w:numId w:val="5"/>
      </w:numPr>
      <w:spacing w:before="20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D5890"/>
    <w:pPr>
      <w:keepNext/>
      <w:keepLines/>
      <w:numPr>
        <w:ilvl w:val="4"/>
        <w:numId w:val="5"/>
      </w:numPr>
      <w:spacing w:before="200"/>
      <w:outlineLvl w:val="4"/>
    </w:pPr>
    <w:rPr>
      <w:rFonts w:ascii="Calibri Light" w:hAnsi="Calibri Light"/>
      <w:color w:val="1F4D7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5890"/>
    <w:pPr>
      <w:keepNext/>
      <w:keepLines/>
      <w:numPr>
        <w:ilvl w:val="5"/>
        <w:numId w:val="5"/>
      </w:numPr>
      <w:spacing w:before="200"/>
      <w:outlineLvl w:val="5"/>
    </w:pPr>
    <w:rPr>
      <w:rFonts w:ascii="Calibri Light" w:hAnsi="Calibri Light"/>
      <w:i/>
      <w:iCs/>
      <w:color w:val="1F4D7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D5890"/>
    <w:pPr>
      <w:keepNext/>
      <w:keepLines/>
      <w:numPr>
        <w:ilvl w:val="6"/>
        <w:numId w:val="5"/>
      </w:numPr>
      <w:spacing w:before="200"/>
      <w:outlineLvl w:val="6"/>
    </w:pPr>
    <w:rPr>
      <w:rFonts w:ascii="Calibri Light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D5890"/>
    <w:pPr>
      <w:keepNext/>
      <w:keepLines/>
      <w:numPr>
        <w:ilvl w:val="7"/>
        <w:numId w:val="5"/>
      </w:numPr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D5890"/>
    <w:pPr>
      <w:keepNext/>
      <w:keepLines/>
      <w:numPr>
        <w:ilvl w:val="8"/>
        <w:numId w:val="5"/>
      </w:numPr>
      <w:spacing w:before="20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0831"/>
    <w:rPr>
      <w:rFonts w:ascii="Calibri" w:hAnsi="Calibri" w:cs="Times New Roman"/>
      <w:b/>
      <w:caps/>
      <w:color w:val="632423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5890"/>
    <w:rPr>
      <w:rFonts w:eastAsia="Times New Roman" w:cs="Calibri"/>
      <w:b/>
      <w:caps/>
      <w:color w:val="632423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5890"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D5890"/>
    <w:rPr>
      <w:rFonts w:ascii="Calibri Light" w:hAnsi="Calibri Light" w:cs="Times New Roman"/>
      <w:b/>
      <w:bCs/>
      <w:i/>
      <w:iCs/>
      <w:color w:val="5B9BD5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D5890"/>
    <w:rPr>
      <w:rFonts w:ascii="Calibri Light" w:hAnsi="Calibri Light" w:cs="Times New Roman"/>
      <w:color w:val="1F4D7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D5890"/>
    <w:rPr>
      <w:rFonts w:ascii="Calibri Light" w:hAnsi="Calibri Light" w:cs="Times New Roman"/>
      <w:i/>
      <w:iCs/>
      <w:color w:val="1F4D7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D5890"/>
    <w:rPr>
      <w:rFonts w:ascii="Calibri Light" w:hAnsi="Calibri Light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D5890"/>
    <w:rPr>
      <w:rFonts w:ascii="Calibri Light" w:hAnsi="Calibri Light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D5890"/>
    <w:rPr>
      <w:rFonts w:ascii="Calibri Light" w:hAnsi="Calibri Light" w:cs="Times New Roman"/>
      <w:i/>
      <w:iCs/>
      <w:color w:val="404040"/>
      <w:sz w:val="20"/>
      <w:szCs w:val="20"/>
    </w:rPr>
  </w:style>
  <w:style w:type="paragraph" w:styleId="TOC3">
    <w:name w:val="toc 3"/>
    <w:basedOn w:val="Normal"/>
    <w:next w:val="Normal"/>
    <w:autoRedefine/>
    <w:uiPriority w:val="99"/>
    <w:rsid w:val="007C4476"/>
    <w:pPr>
      <w:spacing w:before="0"/>
      <w:ind w:left="442"/>
    </w:pPr>
  </w:style>
  <w:style w:type="paragraph" w:styleId="Footer">
    <w:name w:val="footer"/>
    <w:basedOn w:val="Normal"/>
    <w:link w:val="FooterChar"/>
    <w:uiPriority w:val="99"/>
    <w:rsid w:val="002D53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D5366"/>
    <w:rPr>
      <w:rFonts w:ascii="Cambria" w:hAnsi="Cambria" w:cs="Times New Roman"/>
    </w:rPr>
  </w:style>
  <w:style w:type="character" w:styleId="PageNumber">
    <w:name w:val="page number"/>
    <w:basedOn w:val="DefaultParagraphFont"/>
    <w:uiPriority w:val="99"/>
    <w:rsid w:val="002D5366"/>
    <w:rPr>
      <w:rFonts w:cs="Times New Roman"/>
    </w:rPr>
  </w:style>
  <w:style w:type="character" w:customStyle="1" w:styleId="FontStyle20">
    <w:name w:val="Font Style20"/>
    <w:uiPriority w:val="99"/>
    <w:rsid w:val="002D5366"/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99"/>
    <w:qFormat/>
    <w:rsid w:val="002D5366"/>
    <w:pPr>
      <w:outlineLvl w:val="9"/>
    </w:pPr>
  </w:style>
  <w:style w:type="paragraph" w:styleId="TOC1">
    <w:name w:val="toc 1"/>
    <w:basedOn w:val="Normal"/>
    <w:next w:val="Normal"/>
    <w:autoRedefine/>
    <w:uiPriority w:val="99"/>
    <w:rsid w:val="007C4476"/>
    <w:pPr>
      <w:tabs>
        <w:tab w:val="right" w:leader="dot" w:pos="9628"/>
      </w:tabs>
      <w:spacing w:before="0"/>
    </w:pPr>
  </w:style>
  <w:style w:type="paragraph" w:styleId="TOC2">
    <w:name w:val="toc 2"/>
    <w:basedOn w:val="Normal"/>
    <w:next w:val="Normal"/>
    <w:autoRedefine/>
    <w:uiPriority w:val="99"/>
    <w:rsid w:val="007C4476"/>
    <w:pPr>
      <w:tabs>
        <w:tab w:val="left" w:pos="680"/>
        <w:tab w:val="right" w:leader="dot" w:pos="9628"/>
      </w:tabs>
      <w:spacing w:before="0"/>
      <w:ind w:left="221"/>
    </w:pPr>
    <w:rPr>
      <w:rFonts w:cs="Calibri"/>
      <w:noProof/>
    </w:rPr>
  </w:style>
  <w:style w:type="paragraph" w:customStyle="1" w:styleId="Default">
    <w:name w:val="Default"/>
    <w:uiPriority w:val="99"/>
    <w:rsid w:val="003B3C4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B3C4B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paragraph" w:styleId="NoSpacing">
    <w:name w:val="No Spacing"/>
    <w:uiPriority w:val="99"/>
    <w:qFormat/>
    <w:rsid w:val="00817921"/>
    <w:rPr>
      <w:rFonts w:ascii="Cambria" w:eastAsia="Times New Roman" w:hAnsi="Cambria"/>
      <w:lang w:eastAsia="en-US"/>
    </w:rPr>
  </w:style>
  <w:style w:type="paragraph" w:customStyle="1" w:styleId="Styl2">
    <w:name w:val="Styl2"/>
    <w:basedOn w:val="Normal"/>
    <w:uiPriority w:val="99"/>
    <w:rsid w:val="00204DA7"/>
    <w:pPr>
      <w:spacing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204DA7"/>
    <w:pPr>
      <w:spacing w:line="240" w:lineRule="auto"/>
    </w:pPr>
    <w:rPr>
      <w:rFonts w:ascii="Times New Roman" w:hAnsi="Times New Roman"/>
      <w:sz w:val="28"/>
      <w:szCs w:val="28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04DA7"/>
    <w:rPr>
      <w:rFonts w:ascii="Times New Roman" w:hAnsi="Times New Roman" w:cs="Times New Roman"/>
      <w:sz w:val="28"/>
      <w:szCs w:val="2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A62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62B1"/>
    <w:rPr>
      <w:rFonts w:ascii="Tahoma" w:hAnsi="Tahoma" w:cs="Tahoma"/>
      <w:sz w:val="16"/>
      <w:szCs w:val="16"/>
    </w:rPr>
  </w:style>
  <w:style w:type="character" w:customStyle="1" w:styleId="lrzxr">
    <w:name w:val="lrzxr"/>
    <w:basedOn w:val="DefaultParagraphFont"/>
    <w:uiPriority w:val="99"/>
    <w:rsid w:val="00883B0E"/>
    <w:rPr>
      <w:rFonts w:cs="Times New Roman"/>
    </w:rPr>
  </w:style>
  <w:style w:type="paragraph" w:styleId="Revision">
    <w:name w:val="Revision"/>
    <w:hidden/>
    <w:uiPriority w:val="99"/>
    <w:semiHidden/>
    <w:rsid w:val="00883B0E"/>
    <w:rPr>
      <w:rFonts w:ascii="Cambria" w:eastAsia="Times New Roman" w:hAnsi="Cambria"/>
      <w:lang w:eastAsia="en-US"/>
    </w:rPr>
  </w:style>
  <w:style w:type="paragraph" w:styleId="ListParagraph">
    <w:name w:val="List Paragraph"/>
    <w:basedOn w:val="Normal"/>
    <w:uiPriority w:val="99"/>
    <w:qFormat/>
    <w:rsid w:val="002408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86189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618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61897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618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1897"/>
    <w:rPr>
      <w:b/>
      <w:bCs/>
    </w:rPr>
  </w:style>
  <w:style w:type="paragraph" w:styleId="Header">
    <w:name w:val="header"/>
    <w:basedOn w:val="Normal"/>
    <w:link w:val="HeaderChar"/>
    <w:uiPriority w:val="99"/>
    <w:rsid w:val="00501CC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01CC4"/>
    <w:rPr>
      <w:rFonts w:ascii="Calibri" w:hAnsi="Calibri" w:cs="Times New Roman"/>
    </w:rPr>
  </w:style>
  <w:style w:type="table" w:styleId="TableGrid">
    <w:name w:val="Table Grid"/>
    <w:basedOn w:val="TableNormal"/>
    <w:uiPriority w:val="99"/>
    <w:rsid w:val="003E0A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9C1173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C1173"/>
    <w:rPr>
      <w:rFonts w:ascii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9C1173"/>
    <w:rPr>
      <w:rFonts w:cs="Times New Roman"/>
      <w:vertAlign w:val="superscript"/>
    </w:rPr>
  </w:style>
  <w:style w:type="numbering" w:customStyle="1" w:styleId="WW8Num21">
    <w:name w:val="WW8Num21"/>
    <w:rsid w:val="00920927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2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72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7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2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10</Pages>
  <Words>1975</Words>
  <Characters>11850</Characters>
  <Application>Microsoft Office Outlook</Application>
  <DocSecurity>0</DocSecurity>
  <Lines>0</Lines>
  <Paragraphs>0</Paragraphs>
  <ScaleCrop>false</ScaleCrop>
  <Company>KWP Wrocław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Użytkownik systemu Windows</dc:creator>
  <cp:keywords/>
  <dc:description/>
  <cp:lastModifiedBy>A84091</cp:lastModifiedBy>
  <cp:revision>5</cp:revision>
  <cp:lastPrinted>2026-02-03T12:06:00Z</cp:lastPrinted>
  <dcterms:created xsi:type="dcterms:W3CDTF">2026-02-03T12:07:00Z</dcterms:created>
  <dcterms:modified xsi:type="dcterms:W3CDTF">2026-02-06T06:59:00Z</dcterms:modified>
</cp:coreProperties>
</file>